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56" w:rsidRPr="00A80F77" w:rsidRDefault="00A60556" w:rsidP="006D39F7">
      <w:pPr>
        <w:spacing w:after="0" w:line="240" w:lineRule="auto"/>
        <w:rPr>
          <w:sz w:val="24"/>
        </w:rPr>
      </w:pPr>
      <w:r w:rsidRPr="00A80F77">
        <w:rPr>
          <w:sz w:val="24"/>
        </w:rPr>
        <w:t>ΨΗΦΙΑΚΟ ΣΧΟΛΕΙΟ</w:t>
      </w:r>
    </w:p>
    <w:p w:rsidR="00A60556" w:rsidRDefault="00A60556" w:rsidP="006D39F7">
      <w:pPr>
        <w:spacing w:after="0" w:line="240" w:lineRule="auto"/>
        <w:rPr>
          <w:sz w:val="24"/>
        </w:rPr>
      </w:pPr>
      <w:r w:rsidRPr="00A80F77">
        <w:rPr>
          <w:sz w:val="24"/>
        </w:rPr>
        <w:t>ΜΑΘΗΜΑΤΙΚΑ Α΄ ΓΥΜΝΑΣΙΟΥ</w:t>
      </w:r>
      <w:r>
        <w:rPr>
          <w:sz w:val="24"/>
        </w:rPr>
        <w:t xml:space="preserve"> - </w:t>
      </w:r>
      <w:r w:rsidRPr="00A80F77">
        <w:rPr>
          <w:sz w:val="24"/>
        </w:rPr>
        <w:t xml:space="preserve">ΜΕΡΟΣ </w:t>
      </w:r>
      <w:r>
        <w:rPr>
          <w:sz w:val="24"/>
          <w:lang w:val="en-US"/>
        </w:rPr>
        <w:t>A</w:t>
      </w:r>
      <w:r>
        <w:rPr>
          <w:sz w:val="24"/>
        </w:rPr>
        <w:t>.5.2</w:t>
      </w:r>
      <w:r w:rsidRPr="00A80F77">
        <w:rPr>
          <w:sz w:val="24"/>
        </w:rPr>
        <w:t xml:space="preserve"> </w:t>
      </w:r>
      <w:r>
        <w:rPr>
          <w:sz w:val="24"/>
        </w:rPr>
        <w:t>–</w:t>
      </w:r>
      <w:r w:rsidRPr="00A80F77">
        <w:rPr>
          <w:sz w:val="24"/>
        </w:rPr>
        <w:t xml:space="preserve"> </w:t>
      </w:r>
      <w:r>
        <w:rPr>
          <w:sz w:val="24"/>
        </w:rPr>
        <w:t>ΠΡΟΒΛΗΜΑΤΑ ΜΕ ΠΟΣΟΣΤΑ</w:t>
      </w:r>
      <w:r w:rsidRPr="00A80F77">
        <w:rPr>
          <w:sz w:val="24"/>
        </w:rPr>
        <w:t xml:space="preserve"> </w:t>
      </w:r>
    </w:p>
    <w:p w:rsidR="00A60556" w:rsidRPr="00A21CC3" w:rsidRDefault="00A60556" w:rsidP="000A6D43">
      <w:pPr>
        <w:spacing w:after="0" w:line="240" w:lineRule="auto"/>
        <w:rPr>
          <w:sz w:val="24"/>
        </w:rPr>
      </w:pPr>
      <w:r>
        <w:rPr>
          <w:sz w:val="24"/>
        </w:rPr>
        <w:t>Γιώργος Ψυχάρης, Στέφανος Κεΐσογλου</w:t>
      </w:r>
    </w:p>
    <w:p w:rsidR="00A60556" w:rsidRDefault="00A60556" w:rsidP="006D39F7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A60556" w:rsidRPr="006D39F7" w:rsidRDefault="00A60556" w:rsidP="006D39F7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</w:p>
    <w:p w:rsidR="00A60556" w:rsidRPr="006D39F7" w:rsidRDefault="00A60556" w:rsidP="006D39F7">
      <w:pPr>
        <w:tabs>
          <w:tab w:val="left" w:pos="9180"/>
        </w:tabs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ΤΟΚΟΙ ΚΑΙ ΕΠΙΤΟΚΙΑ ΣΤΗΝ ΑΡΙΘΜΟΜΗΧΑΝΗ</w:t>
      </w:r>
    </w:p>
    <w:p w:rsidR="00A60556" w:rsidRDefault="00A60556" w:rsidP="00BC30E9">
      <w:pPr>
        <w:tabs>
          <w:tab w:val="left" w:pos="9180"/>
        </w:tabs>
        <w:spacing w:after="120"/>
        <w:jc w:val="both"/>
        <w:rPr>
          <w:rFonts w:cs="Arial"/>
        </w:rPr>
      </w:pPr>
    </w:p>
    <w:p w:rsidR="00A60556" w:rsidRDefault="00A60556" w:rsidP="00BC30E9">
      <w:pPr>
        <w:tabs>
          <w:tab w:val="left" w:pos="9180"/>
        </w:tabs>
        <w:spacing w:after="120"/>
        <w:jc w:val="both"/>
        <w:rPr>
          <w:rFonts w:cs="Arial"/>
          <w:color w:val="0070C0"/>
        </w:rPr>
      </w:pPr>
      <w:r>
        <w:rPr>
          <w:rFonts w:cs="Arial"/>
        </w:rPr>
        <w:t>Ανοίγουμε</w:t>
      </w:r>
      <w:r w:rsidRPr="00B0427C">
        <w:rPr>
          <w:rFonts w:cs="Arial"/>
        </w:rPr>
        <w:t xml:space="preserve"> το λογισμικό </w:t>
      </w:r>
      <w:r w:rsidRPr="00B0427C">
        <w:rPr>
          <w:rFonts w:cs="Arial"/>
          <w:color w:val="0070C0"/>
          <w:lang w:val="en-US"/>
        </w:rPr>
        <w:t>FunctionProbeGR</w:t>
      </w:r>
      <w:r w:rsidRPr="00B0427C">
        <w:rPr>
          <w:rFonts w:cs="Arial"/>
          <w:color w:val="0070C0"/>
        </w:rPr>
        <w:t>.</w:t>
      </w:r>
      <w:r w:rsidRPr="00B0427C">
        <w:rPr>
          <w:rFonts w:cs="Arial"/>
          <w:color w:val="0070C0"/>
          <w:lang w:val="en-US"/>
        </w:rPr>
        <w:t>exe</w:t>
      </w:r>
    </w:p>
    <w:p w:rsidR="00A60556" w:rsidRPr="006D39F7" w:rsidRDefault="00A60556" w:rsidP="00963599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</w:rPr>
        <w:t>Ε</w:t>
      </w:r>
      <w:r w:rsidRPr="00B0427C">
        <w:rPr>
          <w:rFonts w:cs="Arial"/>
        </w:rPr>
        <w:t>πιλέ</w:t>
      </w:r>
      <w:r>
        <w:rPr>
          <w:rFonts w:cs="Arial"/>
        </w:rPr>
        <w:t>γουμε</w:t>
      </w:r>
      <w:r w:rsidRPr="00B0427C">
        <w:rPr>
          <w:rFonts w:cs="Arial"/>
        </w:rPr>
        <w:t xml:space="preserve"> </w:t>
      </w:r>
      <w:r>
        <w:rPr>
          <w:rFonts w:cs="Arial"/>
        </w:rPr>
        <w:t xml:space="preserve">από το μενού ενός παραθύρου </w:t>
      </w:r>
      <w:r w:rsidRPr="00B0427C">
        <w:rPr>
          <w:rFonts w:cs="Arial"/>
        </w:rPr>
        <w:t>«Αρχείο-Φόρτωση χώρου εργασίας»</w:t>
      </w:r>
      <w:r>
        <w:rPr>
          <w:rFonts w:cs="Arial"/>
        </w:rPr>
        <w:t xml:space="preserve"> και στη συνέχεια </w:t>
      </w:r>
      <w:r w:rsidRPr="00B0427C">
        <w:rPr>
          <w:rFonts w:cs="Arial"/>
        </w:rPr>
        <w:t>το αρχείο</w:t>
      </w:r>
      <w:r>
        <w:rPr>
          <w:rFonts w:cs="Arial"/>
        </w:rPr>
        <w:t>:</w:t>
      </w:r>
      <w:r w:rsidRPr="00B0427C">
        <w:rPr>
          <w:rFonts w:cs="Arial"/>
        </w:rPr>
        <w:t xml:space="preserve"> «</w:t>
      </w:r>
      <w:r>
        <w:rPr>
          <w:rFonts w:cs="Arial"/>
        </w:rPr>
        <w:t>Kef</w:t>
      </w:r>
      <w:r>
        <w:rPr>
          <w:rFonts w:cs="Arial"/>
          <w:lang w:val="en-US"/>
        </w:rPr>
        <w:t>a</w:t>
      </w:r>
      <w:r>
        <w:rPr>
          <w:rFonts w:cs="Arial"/>
        </w:rPr>
        <w:t>5_</w:t>
      </w:r>
      <w:r w:rsidRPr="002B2D23">
        <w:rPr>
          <w:rFonts w:cs="Arial"/>
        </w:rPr>
        <w:t>2</w:t>
      </w:r>
      <w:r>
        <w:rPr>
          <w:rFonts w:cs="Arial"/>
        </w:rPr>
        <w:t>_drast</w:t>
      </w:r>
      <w:r>
        <w:rPr>
          <w:rFonts w:cs="Arial"/>
          <w:lang w:val="fr-FR"/>
        </w:rPr>
        <w:t>i</w:t>
      </w:r>
      <w:r>
        <w:rPr>
          <w:rFonts w:cs="Arial"/>
        </w:rPr>
        <w:t>riotita</w:t>
      </w:r>
      <w:r w:rsidRPr="002B2D23">
        <w:rPr>
          <w:rFonts w:cs="Arial"/>
        </w:rPr>
        <w:t>_2</w:t>
      </w:r>
      <w:r>
        <w:rPr>
          <w:rFonts w:cs="Arial"/>
        </w:rPr>
        <w:t>.</w:t>
      </w:r>
      <w:r>
        <w:rPr>
          <w:rFonts w:cs="Arial"/>
          <w:lang w:val="en-US"/>
        </w:rPr>
        <w:t>prb</w:t>
      </w:r>
      <w:r w:rsidRPr="00B0427C">
        <w:rPr>
          <w:rFonts w:cs="Arial"/>
        </w:rPr>
        <w:t>»</w:t>
      </w:r>
      <w:r>
        <w:rPr>
          <w:rFonts w:cs="Arial"/>
        </w:rPr>
        <w:t>.</w:t>
      </w:r>
      <w:r w:rsidRPr="00963599">
        <w:rPr>
          <w:rFonts w:cs="Arial"/>
          <w:sz w:val="24"/>
          <w:szCs w:val="24"/>
        </w:rPr>
        <w:t xml:space="preserve"> </w:t>
      </w:r>
    </w:p>
    <w:p w:rsidR="00A60556" w:rsidRPr="00B23C9B" w:rsidRDefault="00A60556" w:rsidP="00963599">
      <w:pPr>
        <w:tabs>
          <w:tab w:val="left" w:pos="9180"/>
        </w:tabs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en-US"/>
        </w:rPr>
        <w:t>H</w:t>
      </w:r>
      <w:r w:rsidRPr="0096359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δραστηριότητα θα γίνει στο παράθυρο Αριθμομηχανή. </w:t>
      </w:r>
    </w:p>
    <w:p w:rsidR="00A60556" w:rsidRPr="00963599" w:rsidRDefault="00A60556" w:rsidP="00847FC8">
      <w:pPr>
        <w:tabs>
          <w:tab w:val="left" w:pos="9180"/>
        </w:tabs>
        <w:spacing w:after="120"/>
        <w:jc w:val="both"/>
        <w:rPr>
          <w:rFonts w:cs="Arial"/>
        </w:rPr>
      </w:pPr>
    </w:p>
    <w:p w:rsidR="00A60556" w:rsidRPr="00963599" w:rsidRDefault="00A60556" w:rsidP="006D39F7">
      <w:pPr>
        <w:tabs>
          <w:tab w:val="left" w:pos="9180"/>
        </w:tabs>
        <w:spacing w:after="120"/>
        <w:ind w:firstLine="720"/>
        <w:jc w:val="both"/>
        <w:rPr>
          <w:rFonts w:cs="Arial"/>
          <w:b/>
        </w:rPr>
      </w:pPr>
      <w:r w:rsidRPr="00963599">
        <w:rPr>
          <w:rFonts w:cs="Arial"/>
          <w:b/>
        </w:rPr>
        <w:t xml:space="preserve">ΔΡΑΣΤΗΡΙΟΤΗΤΑ </w:t>
      </w:r>
    </w:p>
    <w:p w:rsidR="00A60556" w:rsidRDefault="00A60556" w:rsidP="00AD0BC9">
      <w:pPr>
        <w:tabs>
          <w:tab w:val="left" w:pos="9180"/>
        </w:tabs>
        <w:spacing w:after="120"/>
        <w:jc w:val="both"/>
        <w:rPr>
          <w:rFonts w:cs="Arial"/>
        </w:rPr>
      </w:pPr>
      <w:r>
        <w:rPr>
          <w:rFonts w:cs="Arial"/>
        </w:rPr>
        <w:t xml:space="preserve">Δύο φίλοι κατέθεσαν από 2.000 ευρώ ο καθένας στην τράπεζα. Ο Νίκος τα κατέθεσε με επιτόκιο 4% για 3 χρόνια με τους τόκους να προστίθενται στο κεφάλαιο κάθε χρόνο.  Ο Βασίλης ενώ κατέθεσε το ίδιο ποσό με το ίδιο επιτόκιο για 3 χρόνια, έπαιρνε στο τέλος κάθε χρόνου τον τόκο που του έδινε η τράπεζα χωρίς να μετακινεί το αρχικό του ποσό.   </w:t>
      </w:r>
    </w:p>
    <w:p w:rsidR="00A60556" w:rsidRDefault="00A60556" w:rsidP="00AD0BC9">
      <w:pPr>
        <w:tabs>
          <w:tab w:val="left" w:pos="9180"/>
        </w:tabs>
        <w:spacing w:after="120"/>
        <w:jc w:val="both"/>
        <w:rPr>
          <w:rFonts w:cs="Arial"/>
        </w:rPr>
      </w:pPr>
      <w:r>
        <w:rPr>
          <w:rFonts w:cs="Arial"/>
        </w:rPr>
        <w:t>(α) Πόσα χρήματα πήρε καθένας από τους δύο καταθέτες με το τέλος και του 3</w:t>
      </w:r>
      <w:r w:rsidRPr="00B83E05">
        <w:rPr>
          <w:rFonts w:cs="Arial"/>
          <w:vertAlign w:val="superscript"/>
        </w:rPr>
        <w:t>ου</w:t>
      </w:r>
      <w:r>
        <w:rPr>
          <w:rFonts w:cs="Arial"/>
        </w:rPr>
        <w:t xml:space="preserve"> έτους; </w:t>
      </w:r>
    </w:p>
    <w:p w:rsidR="00A60556" w:rsidRDefault="00A60556" w:rsidP="00AD0BC9">
      <w:pPr>
        <w:tabs>
          <w:tab w:val="left" w:pos="9180"/>
        </w:tabs>
        <w:spacing w:after="120"/>
        <w:jc w:val="both"/>
        <w:rPr>
          <w:rFonts w:cs="Arial"/>
        </w:rPr>
      </w:pPr>
      <w:r>
        <w:rPr>
          <w:rFonts w:cs="Arial"/>
        </w:rPr>
        <w:t>(β) Πόσα χρήματα θα έπρεπε να έχει καταθέσει καθένας από τους δύο φίλους ώστε στο τέλος του 3</w:t>
      </w:r>
      <w:r w:rsidRPr="00E30E24">
        <w:rPr>
          <w:rFonts w:cs="Arial"/>
          <w:vertAlign w:val="superscript"/>
        </w:rPr>
        <w:t>ου</w:t>
      </w:r>
      <w:r>
        <w:rPr>
          <w:rFonts w:cs="Arial"/>
        </w:rPr>
        <w:t xml:space="preserve"> χρόνου να πάρει 3.000 ευρώ; </w:t>
      </w:r>
    </w:p>
    <w:p w:rsidR="00A60556" w:rsidRDefault="00A60556" w:rsidP="00D920A1">
      <w:pPr>
        <w:tabs>
          <w:tab w:val="left" w:pos="9180"/>
        </w:tabs>
        <w:spacing w:after="120"/>
        <w:jc w:val="both"/>
        <w:rPr>
          <w:rFonts w:cs="Arial"/>
        </w:rPr>
      </w:pPr>
      <w:r>
        <w:rPr>
          <w:rFonts w:cs="Arial"/>
        </w:rPr>
        <w:t xml:space="preserve">Στην αριθμομηχανή του </w:t>
      </w:r>
      <w:r>
        <w:rPr>
          <w:rFonts w:cs="Arial"/>
          <w:lang w:val="en-US"/>
        </w:rPr>
        <w:t>FP</w:t>
      </w:r>
      <w:r>
        <w:rPr>
          <w:rFonts w:cs="Arial"/>
        </w:rPr>
        <w:t xml:space="preserve"> υπάρχουν 2 κουμπιά που θα βοηθήσουν στους υπολογισμούς. Το κουμπί «Τόκος 4%» δίνει τον τόκο που αντιστοιχεί σε επιτόκιο 4%. Το κουμπί «Κεφ 4%» δίνει το κεφάλαιο στο οποίο έχει προστεθεί τόκος 4%.  </w:t>
      </w:r>
    </w:p>
    <w:p w:rsidR="00A60556" w:rsidRDefault="00A60556" w:rsidP="00F00D3E">
      <w:pPr>
        <w:tabs>
          <w:tab w:val="left" w:pos="9180"/>
        </w:tabs>
        <w:spacing w:after="120"/>
        <w:jc w:val="both"/>
        <w:rPr>
          <w:rFonts w:cs="Arial"/>
        </w:rPr>
      </w:pPr>
    </w:p>
    <w:p w:rsidR="00A60556" w:rsidRDefault="00A60556" w:rsidP="00D920A1">
      <w:pPr>
        <w:tabs>
          <w:tab w:val="left" w:pos="9180"/>
        </w:tabs>
        <w:spacing w:after="120"/>
        <w:jc w:val="both"/>
      </w:pPr>
    </w:p>
    <w:p w:rsidR="00A60556" w:rsidRPr="00B0427C" w:rsidRDefault="00A60556" w:rsidP="00BC30E9">
      <w:pPr>
        <w:tabs>
          <w:tab w:val="left" w:pos="9180"/>
        </w:tabs>
        <w:spacing w:after="120"/>
        <w:jc w:val="both"/>
        <w:rPr>
          <w:rFonts w:cs="Arial"/>
        </w:rPr>
      </w:pPr>
    </w:p>
    <w:sectPr w:rsidR="00A60556" w:rsidRPr="00B0427C" w:rsidSect="000D1CE7">
      <w:pgSz w:w="11906" w:h="16838"/>
      <w:pgMar w:top="954" w:right="1133" w:bottom="1134" w:left="1418" w:header="426" w:footer="26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556" w:rsidRDefault="00A60556" w:rsidP="00C26562">
      <w:pPr>
        <w:spacing w:after="0" w:line="240" w:lineRule="auto"/>
      </w:pPr>
      <w:r>
        <w:separator/>
      </w:r>
    </w:p>
  </w:endnote>
  <w:endnote w:type="continuationSeparator" w:id="0">
    <w:p w:rsidR="00A60556" w:rsidRDefault="00A60556" w:rsidP="00C26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ONDKP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556" w:rsidRDefault="00A60556" w:rsidP="00C26562">
      <w:pPr>
        <w:spacing w:after="0" w:line="240" w:lineRule="auto"/>
      </w:pPr>
      <w:r>
        <w:separator/>
      </w:r>
    </w:p>
  </w:footnote>
  <w:footnote w:type="continuationSeparator" w:id="0">
    <w:p w:rsidR="00A60556" w:rsidRDefault="00A60556" w:rsidP="00C26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F546125A"/>
    <w:lvl w:ilvl="0">
      <w:start w:val="8"/>
      <w:numFmt w:val="decimal"/>
      <w:lvlText w:val="Αρ%1."/>
      <w:lvlJc w:val="left"/>
      <w:pPr>
        <w:tabs>
          <w:tab w:val="num" w:pos="540"/>
        </w:tabs>
        <w:ind w:left="540" w:hanging="360"/>
      </w:pPr>
      <w:rPr>
        <w:rFonts w:cs="Times New Roman" w:hint="default"/>
        <w:i/>
        <w:color w:val="4A442A"/>
      </w:rPr>
    </w:lvl>
  </w:abstractNum>
  <w:abstractNum w:abstractNumId="1">
    <w:nsid w:val="00000005"/>
    <w:multiLevelType w:val="singleLevel"/>
    <w:tmpl w:val="F766CD3A"/>
    <w:name w:val="WW8Num45"/>
    <w:lvl w:ilvl="0">
      <w:start w:val="1"/>
      <w:numFmt w:val="decimal"/>
      <w:lvlText w:val="Α%1."/>
      <w:lvlJc w:val="left"/>
      <w:pPr>
        <w:tabs>
          <w:tab w:val="num" w:pos="754"/>
        </w:tabs>
        <w:ind w:left="754" w:hanging="360"/>
      </w:pPr>
      <w:rPr>
        <w:rFonts w:cs="Times New Roman" w:hint="default"/>
        <w:i/>
      </w:rPr>
    </w:lvl>
  </w:abstractNum>
  <w:abstractNum w:abstractNumId="2">
    <w:nsid w:val="032D17AB"/>
    <w:multiLevelType w:val="multilevel"/>
    <w:tmpl w:val="40C084F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6D5579A"/>
    <w:multiLevelType w:val="hybridMultilevel"/>
    <w:tmpl w:val="154A2E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C30"/>
    <w:multiLevelType w:val="multilevel"/>
    <w:tmpl w:val="88C0BD64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5">
    <w:nsid w:val="17030AE1"/>
    <w:multiLevelType w:val="hybridMultilevel"/>
    <w:tmpl w:val="1A50EF92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BB58BC"/>
    <w:multiLevelType w:val="hybridMultilevel"/>
    <w:tmpl w:val="D4C89336"/>
    <w:lvl w:ilvl="0" w:tplc="B6E8914A">
      <w:start w:val="22"/>
      <w:numFmt w:val="decimal"/>
      <w:lvlText w:val="Αρ%1."/>
      <w:lvlJc w:val="left"/>
      <w:pPr>
        <w:ind w:left="360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D67EE"/>
    <w:multiLevelType w:val="hybridMultilevel"/>
    <w:tmpl w:val="B1B6163E"/>
    <w:lvl w:ilvl="0" w:tplc="652CD5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2864320D"/>
    <w:multiLevelType w:val="hybridMultilevel"/>
    <w:tmpl w:val="CBA87A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E62799"/>
    <w:multiLevelType w:val="hybridMultilevel"/>
    <w:tmpl w:val="C04836AC"/>
    <w:lvl w:ilvl="0" w:tplc="6394BF4E">
      <w:start w:val="13"/>
      <w:numFmt w:val="decimal"/>
      <w:lvlText w:val="Αρ%1."/>
      <w:lvlJc w:val="left"/>
      <w:pPr>
        <w:ind w:left="720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A40976"/>
    <w:multiLevelType w:val="hybridMultilevel"/>
    <w:tmpl w:val="A71C90AE"/>
    <w:lvl w:ilvl="0" w:tplc="F634CFDC">
      <w:start w:val="28"/>
      <w:numFmt w:val="decimal"/>
      <w:lvlText w:val="Αρ%1."/>
      <w:lvlJc w:val="left"/>
      <w:pPr>
        <w:ind w:left="360" w:hanging="360"/>
      </w:pPr>
      <w:rPr>
        <w:rFonts w:ascii="Calibri" w:hAnsi="Calibri" w:cs="Times New Roman" w:hint="default"/>
        <w:b w:val="0"/>
        <w:i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7457DB8"/>
    <w:multiLevelType w:val="hybridMultilevel"/>
    <w:tmpl w:val="F4365F76"/>
    <w:lvl w:ilvl="0" w:tplc="2E2EFB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AA5591"/>
    <w:multiLevelType w:val="hybridMultilevel"/>
    <w:tmpl w:val="D952CC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E272AB"/>
    <w:multiLevelType w:val="multilevel"/>
    <w:tmpl w:val="485203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4">
    <w:nsid w:val="4150557F"/>
    <w:multiLevelType w:val="hybridMultilevel"/>
    <w:tmpl w:val="E634100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D6487C"/>
    <w:multiLevelType w:val="hybridMultilevel"/>
    <w:tmpl w:val="BF1E7596"/>
    <w:lvl w:ilvl="0" w:tplc="0D76ED3C">
      <w:start w:val="9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905BC9"/>
    <w:multiLevelType w:val="hybridMultilevel"/>
    <w:tmpl w:val="C9426B74"/>
    <w:lvl w:ilvl="0" w:tplc="0408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3D732B3"/>
    <w:multiLevelType w:val="hybridMultilevel"/>
    <w:tmpl w:val="FE0A6094"/>
    <w:lvl w:ilvl="0" w:tplc="7FDA4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4127625"/>
    <w:multiLevelType w:val="multilevel"/>
    <w:tmpl w:val="7478A8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65955AD3"/>
    <w:multiLevelType w:val="hybridMultilevel"/>
    <w:tmpl w:val="592ECF52"/>
    <w:lvl w:ilvl="0" w:tplc="CFCC458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66C73BE3"/>
    <w:multiLevelType w:val="hybridMultilevel"/>
    <w:tmpl w:val="876EF494"/>
    <w:lvl w:ilvl="0" w:tplc="0408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68DA3F2D"/>
    <w:multiLevelType w:val="hybridMultilevel"/>
    <w:tmpl w:val="DEB0B8F4"/>
    <w:lvl w:ilvl="0" w:tplc="A538EDAC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AE2284C"/>
    <w:multiLevelType w:val="hybridMultilevel"/>
    <w:tmpl w:val="F01E4680"/>
    <w:lvl w:ilvl="0" w:tplc="57D055C6">
      <w:start w:val="2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7F2AE5"/>
    <w:multiLevelType w:val="hybridMultilevel"/>
    <w:tmpl w:val="242E5A6E"/>
    <w:lvl w:ilvl="0" w:tplc="8ED61126">
      <w:start w:val="1"/>
      <w:numFmt w:val="decimal"/>
      <w:lvlText w:val="Αρ%1."/>
      <w:lvlJc w:val="left"/>
      <w:pPr>
        <w:ind w:left="1553" w:hanging="360"/>
      </w:pPr>
      <w:rPr>
        <w:rFonts w:cs="Times New Roman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227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9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71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43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15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7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9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313" w:hanging="180"/>
      </w:pPr>
      <w:rPr>
        <w:rFonts w:cs="Times New Roman"/>
      </w:rPr>
    </w:lvl>
  </w:abstractNum>
  <w:abstractNum w:abstractNumId="24">
    <w:nsid w:val="6D7B5E43"/>
    <w:multiLevelType w:val="hybridMultilevel"/>
    <w:tmpl w:val="02224004"/>
    <w:lvl w:ilvl="0" w:tplc="50B6B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0F9452C"/>
    <w:multiLevelType w:val="multilevel"/>
    <w:tmpl w:val="B49429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7A55676F"/>
    <w:multiLevelType w:val="hybridMultilevel"/>
    <w:tmpl w:val="FA0081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124A3E"/>
    <w:multiLevelType w:val="hybridMultilevel"/>
    <w:tmpl w:val="2CF65B92"/>
    <w:lvl w:ilvl="0" w:tplc="B9CC66C4">
      <w:start w:val="1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4869F2"/>
    <w:multiLevelType w:val="hybridMultilevel"/>
    <w:tmpl w:val="8578C23C"/>
    <w:name w:val="WW8Num452"/>
    <w:lvl w:ilvl="0" w:tplc="6334501E">
      <w:start w:val="1"/>
      <w:numFmt w:val="decimal"/>
      <w:lvlText w:val="Α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26"/>
  </w:num>
  <w:num w:numId="5">
    <w:abstractNumId w:val="14"/>
  </w:num>
  <w:num w:numId="6">
    <w:abstractNumId w:val="10"/>
  </w:num>
  <w:num w:numId="7">
    <w:abstractNumId w:val="23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21"/>
  </w:num>
  <w:num w:numId="13">
    <w:abstractNumId w:val="4"/>
  </w:num>
  <w:num w:numId="14">
    <w:abstractNumId w:val="13"/>
  </w:num>
  <w:num w:numId="15">
    <w:abstractNumId w:val="2"/>
  </w:num>
  <w:num w:numId="16">
    <w:abstractNumId w:val="18"/>
  </w:num>
  <w:num w:numId="17">
    <w:abstractNumId w:val="12"/>
  </w:num>
  <w:num w:numId="18">
    <w:abstractNumId w:val="25"/>
  </w:num>
  <w:num w:numId="19">
    <w:abstractNumId w:val="1"/>
  </w:num>
  <w:num w:numId="20">
    <w:abstractNumId w:val="15"/>
  </w:num>
  <w:num w:numId="21">
    <w:abstractNumId w:val="27"/>
  </w:num>
  <w:num w:numId="22">
    <w:abstractNumId w:val="28"/>
  </w:num>
  <w:num w:numId="23">
    <w:abstractNumId w:val="22"/>
  </w:num>
  <w:num w:numId="24">
    <w:abstractNumId w:val="17"/>
  </w:num>
  <w:num w:numId="25">
    <w:abstractNumId w:val="24"/>
  </w:num>
  <w:num w:numId="26">
    <w:abstractNumId w:val="19"/>
  </w:num>
  <w:num w:numId="27">
    <w:abstractNumId w:val="16"/>
  </w:num>
  <w:num w:numId="28">
    <w:abstractNumId w:val="1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BD0"/>
    <w:rsid w:val="00000462"/>
    <w:rsid w:val="0000174A"/>
    <w:rsid w:val="00001E42"/>
    <w:rsid w:val="00002FBF"/>
    <w:rsid w:val="0000322A"/>
    <w:rsid w:val="000041A0"/>
    <w:rsid w:val="0000435C"/>
    <w:rsid w:val="00006413"/>
    <w:rsid w:val="00006950"/>
    <w:rsid w:val="00007902"/>
    <w:rsid w:val="00007C11"/>
    <w:rsid w:val="00010DBB"/>
    <w:rsid w:val="000113D9"/>
    <w:rsid w:val="00011670"/>
    <w:rsid w:val="00012222"/>
    <w:rsid w:val="000122ED"/>
    <w:rsid w:val="00012FC2"/>
    <w:rsid w:val="0001518C"/>
    <w:rsid w:val="0001612F"/>
    <w:rsid w:val="00017D4B"/>
    <w:rsid w:val="00017DAF"/>
    <w:rsid w:val="000202C9"/>
    <w:rsid w:val="00020614"/>
    <w:rsid w:val="00021AFF"/>
    <w:rsid w:val="000227C9"/>
    <w:rsid w:val="00023B5F"/>
    <w:rsid w:val="00023C15"/>
    <w:rsid w:val="0002529C"/>
    <w:rsid w:val="00025627"/>
    <w:rsid w:val="00026CBB"/>
    <w:rsid w:val="00026DC8"/>
    <w:rsid w:val="000277B4"/>
    <w:rsid w:val="00030021"/>
    <w:rsid w:val="0003038B"/>
    <w:rsid w:val="000304B9"/>
    <w:rsid w:val="00031D15"/>
    <w:rsid w:val="000320B5"/>
    <w:rsid w:val="00032251"/>
    <w:rsid w:val="00032445"/>
    <w:rsid w:val="00033179"/>
    <w:rsid w:val="000337DE"/>
    <w:rsid w:val="0003416D"/>
    <w:rsid w:val="0003428D"/>
    <w:rsid w:val="0003590B"/>
    <w:rsid w:val="00035C69"/>
    <w:rsid w:val="00035DF8"/>
    <w:rsid w:val="00037998"/>
    <w:rsid w:val="00037A0F"/>
    <w:rsid w:val="000414E5"/>
    <w:rsid w:val="000421A5"/>
    <w:rsid w:val="00042C60"/>
    <w:rsid w:val="000438B4"/>
    <w:rsid w:val="000443AE"/>
    <w:rsid w:val="00045D0F"/>
    <w:rsid w:val="00046025"/>
    <w:rsid w:val="000460F4"/>
    <w:rsid w:val="000463D5"/>
    <w:rsid w:val="00047172"/>
    <w:rsid w:val="000475DA"/>
    <w:rsid w:val="000502BB"/>
    <w:rsid w:val="00050BB0"/>
    <w:rsid w:val="0005362C"/>
    <w:rsid w:val="00055B2D"/>
    <w:rsid w:val="000564C4"/>
    <w:rsid w:val="000566F2"/>
    <w:rsid w:val="0005715B"/>
    <w:rsid w:val="0006002A"/>
    <w:rsid w:val="00060181"/>
    <w:rsid w:val="00060FFB"/>
    <w:rsid w:val="00062392"/>
    <w:rsid w:val="0006260B"/>
    <w:rsid w:val="00063A09"/>
    <w:rsid w:val="00063E58"/>
    <w:rsid w:val="000645CF"/>
    <w:rsid w:val="00064E2F"/>
    <w:rsid w:val="00065116"/>
    <w:rsid w:val="000651E7"/>
    <w:rsid w:val="00065A1F"/>
    <w:rsid w:val="00065A5F"/>
    <w:rsid w:val="0006695B"/>
    <w:rsid w:val="00066D52"/>
    <w:rsid w:val="000707D3"/>
    <w:rsid w:val="00070AFD"/>
    <w:rsid w:val="00070B5E"/>
    <w:rsid w:val="00071067"/>
    <w:rsid w:val="000713AC"/>
    <w:rsid w:val="00071E76"/>
    <w:rsid w:val="000726C4"/>
    <w:rsid w:val="00072C01"/>
    <w:rsid w:val="0007401A"/>
    <w:rsid w:val="000741D8"/>
    <w:rsid w:val="00074839"/>
    <w:rsid w:val="00074CD5"/>
    <w:rsid w:val="00074F83"/>
    <w:rsid w:val="00074FDE"/>
    <w:rsid w:val="000760C2"/>
    <w:rsid w:val="000763D6"/>
    <w:rsid w:val="00076E36"/>
    <w:rsid w:val="0007718F"/>
    <w:rsid w:val="00080DB6"/>
    <w:rsid w:val="000812C1"/>
    <w:rsid w:val="0008160C"/>
    <w:rsid w:val="00081E95"/>
    <w:rsid w:val="00082EC2"/>
    <w:rsid w:val="00083666"/>
    <w:rsid w:val="000841AF"/>
    <w:rsid w:val="0009066D"/>
    <w:rsid w:val="00090973"/>
    <w:rsid w:val="0009129C"/>
    <w:rsid w:val="00091417"/>
    <w:rsid w:val="00091511"/>
    <w:rsid w:val="0009292C"/>
    <w:rsid w:val="00094030"/>
    <w:rsid w:val="000941C3"/>
    <w:rsid w:val="00094F2F"/>
    <w:rsid w:val="00095B53"/>
    <w:rsid w:val="00095F6A"/>
    <w:rsid w:val="00096FB9"/>
    <w:rsid w:val="00097CCB"/>
    <w:rsid w:val="000A0DCC"/>
    <w:rsid w:val="000A172C"/>
    <w:rsid w:val="000A2070"/>
    <w:rsid w:val="000A2754"/>
    <w:rsid w:val="000A2F70"/>
    <w:rsid w:val="000A3301"/>
    <w:rsid w:val="000A4178"/>
    <w:rsid w:val="000A44EA"/>
    <w:rsid w:val="000A48BF"/>
    <w:rsid w:val="000A528E"/>
    <w:rsid w:val="000A684E"/>
    <w:rsid w:val="000A6CA7"/>
    <w:rsid w:val="000A6D43"/>
    <w:rsid w:val="000A74EB"/>
    <w:rsid w:val="000A7516"/>
    <w:rsid w:val="000A768B"/>
    <w:rsid w:val="000A7F03"/>
    <w:rsid w:val="000B0B88"/>
    <w:rsid w:val="000B12AC"/>
    <w:rsid w:val="000B2E79"/>
    <w:rsid w:val="000B5BD3"/>
    <w:rsid w:val="000B6303"/>
    <w:rsid w:val="000B688D"/>
    <w:rsid w:val="000B79D0"/>
    <w:rsid w:val="000B7C6C"/>
    <w:rsid w:val="000B7DBA"/>
    <w:rsid w:val="000C0239"/>
    <w:rsid w:val="000C062B"/>
    <w:rsid w:val="000C0DC4"/>
    <w:rsid w:val="000C17B6"/>
    <w:rsid w:val="000C2795"/>
    <w:rsid w:val="000C2BA5"/>
    <w:rsid w:val="000C3558"/>
    <w:rsid w:val="000C37EE"/>
    <w:rsid w:val="000C38FC"/>
    <w:rsid w:val="000C3AC3"/>
    <w:rsid w:val="000C4AF3"/>
    <w:rsid w:val="000C5007"/>
    <w:rsid w:val="000C545C"/>
    <w:rsid w:val="000C68AE"/>
    <w:rsid w:val="000C6A8D"/>
    <w:rsid w:val="000C7336"/>
    <w:rsid w:val="000C75D5"/>
    <w:rsid w:val="000C76C1"/>
    <w:rsid w:val="000C78A6"/>
    <w:rsid w:val="000D00A3"/>
    <w:rsid w:val="000D090B"/>
    <w:rsid w:val="000D117D"/>
    <w:rsid w:val="000D1988"/>
    <w:rsid w:val="000D1CE7"/>
    <w:rsid w:val="000D1EB6"/>
    <w:rsid w:val="000D35E9"/>
    <w:rsid w:val="000D40A1"/>
    <w:rsid w:val="000D424F"/>
    <w:rsid w:val="000D4992"/>
    <w:rsid w:val="000D5567"/>
    <w:rsid w:val="000D5B70"/>
    <w:rsid w:val="000D5E59"/>
    <w:rsid w:val="000D61AC"/>
    <w:rsid w:val="000D6CA6"/>
    <w:rsid w:val="000D6F48"/>
    <w:rsid w:val="000D7023"/>
    <w:rsid w:val="000D7143"/>
    <w:rsid w:val="000D731C"/>
    <w:rsid w:val="000D7E0B"/>
    <w:rsid w:val="000E0AFC"/>
    <w:rsid w:val="000E153F"/>
    <w:rsid w:val="000E2510"/>
    <w:rsid w:val="000E2968"/>
    <w:rsid w:val="000E2C1F"/>
    <w:rsid w:val="000E36DD"/>
    <w:rsid w:val="000E3861"/>
    <w:rsid w:val="000E3E50"/>
    <w:rsid w:val="000E528B"/>
    <w:rsid w:val="000E6A95"/>
    <w:rsid w:val="000E7ABA"/>
    <w:rsid w:val="000F10C0"/>
    <w:rsid w:val="000F177F"/>
    <w:rsid w:val="000F17B1"/>
    <w:rsid w:val="000F1C43"/>
    <w:rsid w:val="000F20E5"/>
    <w:rsid w:val="000F410C"/>
    <w:rsid w:val="000F4780"/>
    <w:rsid w:val="000F48CC"/>
    <w:rsid w:val="000F4C29"/>
    <w:rsid w:val="000F5288"/>
    <w:rsid w:val="000F5B00"/>
    <w:rsid w:val="000F74EF"/>
    <w:rsid w:val="001010A8"/>
    <w:rsid w:val="00101791"/>
    <w:rsid w:val="001017BB"/>
    <w:rsid w:val="0010388B"/>
    <w:rsid w:val="001038BF"/>
    <w:rsid w:val="00104DCE"/>
    <w:rsid w:val="00104E96"/>
    <w:rsid w:val="001054E9"/>
    <w:rsid w:val="00105629"/>
    <w:rsid w:val="00105B81"/>
    <w:rsid w:val="00105F94"/>
    <w:rsid w:val="0010612B"/>
    <w:rsid w:val="00106BC6"/>
    <w:rsid w:val="001075EA"/>
    <w:rsid w:val="00107859"/>
    <w:rsid w:val="001100F6"/>
    <w:rsid w:val="00110244"/>
    <w:rsid w:val="00111E15"/>
    <w:rsid w:val="00113D91"/>
    <w:rsid w:val="00115007"/>
    <w:rsid w:val="00115872"/>
    <w:rsid w:val="0012009F"/>
    <w:rsid w:val="001200A7"/>
    <w:rsid w:val="001227C3"/>
    <w:rsid w:val="00123ABC"/>
    <w:rsid w:val="001249DF"/>
    <w:rsid w:val="00124E12"/>
    <w:rsid w:val="00125CC5"/>
    <w:rsid w:val="00126076"/>
    <w:rsid w:val="00126BD0"/>
    <w:rsid w:val="0013026E"/>
    <w:rsid w:val="00130A12"/>
    <w:rsid w:val="00130D8C"/>
    <w:rsid w:val="00131021"/>
    <w:rsid w:val="00131BA6"/>
    <w:rsid w:val="0013248B"/>
    <w:rsid w:val="001325B4"/>
    <w:rsid w:val="00133154"/>
    <w:rsid w:val="001332FA"/>
    <w:rsid w:val="00133847"/>
    <w:rsid w:val="001338E6"/>
    <w:rsid w:val="0013391B"/>
    <w:rsid w:val="00133C67"/>
    <w:rsid w:val="00134375"/>
    <w:rsid w:val="00134A94"/>
    <w:rsid w:val="00134B04"/>
    <w:rsid w:val="00134B5D"/>
    <w:rsid w:val="001356BF"/>
    <w:rsid w:val="00136627"/>
    <w:rsid w:val="00136D2F"/>
    <w:rsid w:val="00136D33"/>
    <w:rsid w:val="0013754A"/>
    <w:rsid w:val="00137D85"/>
    <w:rsid w:val="00137F2D"/>
    <w:rsid w:val="00140F2E"/>
    <w:rsid w:val="00142668"/>
    <w:rsid w:val="001429EE"/>
    <w:rsid w:val="00142CCB"/>
    <w:rsid w:val="001436D8"/>
    <w:rsid w:val="00143CFC"/>
    <w:rsid w:val="00146514"/>
    <w:rsid w:val="00146791"/>
    <w:rsid w:val="00146BCA"/>
    <w:rsid w:val="00147104"/>
    <w:rsid w:val="001475B9"/>
    <w:rsid w:val="00151350"/>
    <w:rsid w:val="0015189B"/>
    <w:rsid w:val="00151CFF"/>
    <w:rsid w:val="00151E68"/>
    <w:rsid w:val="00152E37"/>
    <w:rsid w:val="001535AD"/>
    <w:rsid w:val="00153EF4"/>
    <w:rsid w:val="0015444C"/>
    <w:rsid w:val="00155142"/>
    <w:rsid w:val="00155552"/>
    <w:rsid w:val="00156123"/>
    <w:rsid w:val="0015619F"/>
    <w:rsid w:val="001561ED"/>
    <w:rsid w:val="001567EC"/>
    <w:rsid w:val="00156877"/>
    <w:rsid w:val="0015694E"/>
    <w:rsid w:val="00156A65"/>
    <w:rsid w:val="00156C9F"/>
    <w:rsid w:val="00157035"/>
    <w:rsid w:val="001571D1"/>
    <w:rsid w:val="001573A9"/>
    <w:rsid w:val="001577F0"/>
    <w:rsid w:val="001624AF"/>
    <w:rsid w:val="0016458F"/>
    <w:rsid w:val="00164DBD"/>
    <w:rsid w:val="00165222"/>
    <w:rsid w:val="00165B2E"/>
    <w:rsid w:val="0016723F"/>
    <w:rsid w:val="00167C59"/>
    <w:rsid w:val="0017178E"/>
    <w:rsid w:val="00171B13"/>
    <w:rsid w:val="001733F0"/>
    <w:rsid w:val="001734FE"/>
    <w:rsid w:val="00173919"/>
    <w:rsid w:val="00173EA7"/>
    <w:rsid w:val="00174D2F"/>
    <w:rsid w:val="00174ECF"/>
    <w:rsid w:val="00175B7D"/>
    <w:rsid w:val="00175DED"/>
    <w:rsid w:val="0017628E"/>
    <w:rsid w:val="00176597"/>
    <w:rsid w:val="001765B0"/>
    <w:rsid w:val="00176927"/>
    <w:rsid w:val="00176F7E"/>
    <w:rsid w:val="00180BC6"/>
    <w:rsid w:val="001810D6"/>
    <w:rsid w:val="001816B6"/>
    <w:rsid w:val="00181F7D"/>
    <w:rsid w:val="00182CC4"/>
    <w:rsid w:val="00182FE2"/>
    <w:rsid w:val="00183259"/>
    <w:rsid w:val="00183773"/>
    <w:rsid w:val="00183A89"/>
    <w:rsid w:val="001845DC"/>
    <w:rsid w:val="00184BD7"/>
    <w:rsid w:val="00184D9B"/>
    <w:rsid w:val="0018552F"/>
    <w:rsid w:val="00185DC8"/>
    <w:rsid w:val="00186442"/>
    <w:rsid w:val="00186E36"/>
    <w:rsid w:val="001914AE"/>
    <w:rsid w:val="00191DC0"/>
    <w:rsid w:val="0019219B"/>
    <w:rsid w:val="00192C2D"/>
    <w:rsid w:val="0019321E"/>
    <w:rsid w:val="00193551"/>
    <w:rsid w:val="00193862"/>
    <w:rsid w:val="00193FCA"/>
    <w:rsid w:val="00194123"/>
    <w:rsid w:val="00194E89"/>
    <w:rsid w:val="001954B3"/>
    <w:rsid w:val="00195E2F"/>
    <w:rsid w:val="00197566"/>
    <w:rsid w:val="0019769A"/>
    <w:rsid w:val="00197911"/>
    <w:rsid w:val="001A1405"/>
    <w:rsid w:val="001A1ABB"/>
    <w:rsid w:val="001A1E60"/>
    <w:rsid w:val="001A2F64"/>
    <w:rsid w:val="001A32CF"/>
    <w:rsid w:val="001A4BBB"/>
    <w:rsid w:val="001A5F9E"/>
    <w:rsid w:val="001A61BE"/>
    <w:rsid w:val="001A653C"/>
    <w:rsid w:val="001A68B1"/>
    <w:rsid w:val="001A7A22"/>
    <w:rsid w:val="001B045E"/>
    <w:rsid w:val="001B04E7"/>
    <w:rsid w:val="001B0E09"/>
    <w:rsid w:val="001B1D9E"/>
    <w:rsid w:val="001B23E7"/>
    <w:rsid w:val="001B35B0"/>
    <w:rsid w:val="001B4EB2"/>
    <w:rsid w:val="001B5671"/>
    <w:rsid w:val="001B57A9"/>
    <w:rsid w:val="001B730B"/>
    <w:rsid w:val="001C135A"/>
    <w:rsid w:val="001C19CB"/>
    <w:rsid w:val="001C224F"/>
    <w:rsid w:val="001C2A1B"/>
    <w:rsid w:val="001C3113"/>
    <w:rsid w:val="001C5F9D"/>
    <w:rsid w:val="001C6293"/>
    <w:rsid w:val="001C640C"/>
    <w:rsid w:val="001C6DA2"/>
    <w:rsid w:val="001D0F1D"/>
    <w:rsid w:val="001D106B"/>
    <w:rsid w:val="001D1AD7"/>
    <w:rsid w:val="001D6ADF"/>
    <w:rsid w:val="001D6D17"/>
    <w:rsid w:val="001E290B"/>
    <w:rsid w:val="001E3126"/>
    <w:rsid w:val="001E33A7"/>
    <w:rsid w:val="001E3F32"/>
    <w:rsid w:val="001E4213"/>
    <w:rsid w:val="001E48A5"/>
    <w:rsid w:val="001E59A3"/>
    <w:rsid w:val="001E7C48"/>
    <w:rsid w:val="001F0221"/>
    <w:rsid w:val="001F0678"/>
    <w:rsid w:val="001F1B89"/>
    <w:rsid w:val="001F338E"/>
    <w:rsid w:val="001F38DB"/>
    <w:rsid w:val="001F3CD1"/>
    <w:rsid w:val="001F55AB"/>
    <w:rsid w:val="001F5D45"/>
    <w:rsid w:val="001F6282"/>
    <w:rsid w:val="001F686C"/>
    <w:rsid w:val="001F6C47"/>
    <w:rsid w:val="001F7B58"/>
    <w:rsid w:val="002006EB"/>
    <w:rsid w:val="002008F1"/>
    <w:rsid w:val="00200981"/>
    <w:rsid w:val="00202646"/>
    <w:rsid w:val="00202DE5"/>
    <w:rsid w:val="00203533"/>
    <w:rsid w:val="00205050"/>
    <w:rsid w:val="00205A08"/>
    <w:rsid w:val="002061F6"/>
    <w:rsid w:val="002065F4"/>
    <w:rsid w:val="00207EC8"/>
    <w:rsid w:val="00207F5B"/>
    <w:rsid w:val="00210AB6"/>
    <w:rsid w:val="00210B7E"/>
    <w:rsid w:val="00210C21"/>
    <w:rsid w:val="002118C2"/>
    <w:rsid w:val="002120B4"/>
    <w:rsid w:val="00213224"/>
    <w:rsid w:val="00214098"/>
    <w:rsid w:val="00214CDF"/>
    <w:rsid w:val="0021525A"/>
    <w:rsid w:val="002153F5"/>
    <w:rsid w:val="002173EA"/>
    <w:rsid w:val="00217B52"/>
    <w:rsid w:val="002211C5"/>
    <w:rsid w:val="0022124E"/>
    <w:rsid w:val="002214A0"/>
    <w:rsid w:val="002215C6"/>
    <w:rsid w:val="002218AB"/>
    <w:rsid w:val="00221CC4"/>
    <w:rsid w:val="0022251A"/>
    <w:rsid w:val="00224511"/>
    <w:rsid w:val="00224A04"/>
    <w:rsid w:val="00224BD1"/>
    <w:rsid w:val="0022537E"/>
    <w:rsid w:val="0022546D"/>
    <w:rsid w:val="00225D3E"/>
    <w:rsid w:val="00225DE2"/>
    <w:rsid w:val="0022606E"/>
    <w:rsid w:val="0022659B"/>
    <w:rsid w:val="0022682F"/>
    <w:rsid w:val="00227112"/>
    <w:rsid w:val="00227330"/>
    <w:rsid w:val="00231748"/>
    <w:rsid w:val="0023323D"/>
    <w:rsid w:val="00235125"/>
    <w:rsid w:val="002351BD"/>
    <w:rsid w:val="00235372"/>
    <w:rsid w:val="002353D8"/>
    <w:rsid w:val="002356A5"/>
    <w:rsid w:val="00236152"/>
    <w:rsid w:val="00236A62"/>
    <w:rsid w:val="0023762B"/>
    <w:rsid w:val="002378B7"/>
    <w:rsid w:val="002412BA"/>
    <w:rsid w:val="00242AFA"/>
    <w:rsid w:val="00243684"/>
    <w:rsid w:val="002438AB"/>
    <w:rsid w:val="00244781"/>
    <w:rsid w:val="00245D81"/>
    <w:rsid w:val="00246CFF"/>
    <w:rsid w:val="0024731E"/>
    <w:rsid w:val="0024732F"/>
    <w:rsid w:val="00250E3B"/>
    <w:rsid w:val="002518B0"/>
    <w:rsid w:val="0025192D"/>
    <w:rsid w:val="00251F7D"/>
    <w:rsid w:val="00252604"/>
    <w:rsid w:val="00252A85"/>
    <w:rsid w:val="00252EA3"/>
    <w:rsid w:val="0025516D"/>
    <w:rsid w:val="00255CFB"/>
    <w:rsid w:val="002574E1"/>
    <w:rsid w:val="00257982"/>
    <w:rsid w:val="00261313"/>
    <w:rsid w:val="0026152E"/>
    <w:rsid w:val="00261618"/>
    <w:rsid w:val="002616A3"/>
    <w:rsid w:val="00262F16"/>
    <w:rsid w:val="002632AC"/>
    <w:rsid w:val="00263CB6"/>
    <w:rsid w:val="0026401E"/>
    <w:rsid w:val="00264462"/>
    <w:rsid w:val="00265E4B"/>
    <w:rsid w:val="002665A1"/>
    <w:rsid w:val="00266C45"/>
    <w:rsid w:val="002675E6"/>
    <w:rsid w:val="00267C8A"/>
    <w:rsid w:val="0027003C"/>
    <w:rsid w:val="0027009F"/>
    <w:rsid w:val="002702DB"/>
    <w:rsid w:val="00270FAC"/>
    <w:rsid w:val="0027102A"/>
    <w:rsid w:val="002710D7"/>
    <w:rsid w:val="002717D5"/>
    <w:rsid w:val="00274FD0"/>
    <w:rsid w:val="002750BA"/>
    <w:rsid w:val="0027549E"/>
    <w:rsid w:val="0027574B"/>
    <w:rsid w:val="00275962"/>
    <w:rsid w:val="00276EEB"/>
    <w:rsid w:val="0028015B"/>
    <w:rsid w:val="0028074E"/>
    <w:rsid w:val="00280BA5"/>
    <w:rsid w:val="002813A6"/>
    <w:rsid w:val="00281A96"/>
    <w:rsid w:val="00281BA4"/>
    <w:rsid w:val="00282129"/>
    <w:rsid w:val="00282A4D"/>
    <w:rsid w:val="002835F6"/>
    <w:rsid w:val="00284E18"/>
    <w:rsid w:val="0028574A"/>
    <w:rsid w:val="00286007"/>
    <w:rsid w:val="00286452"/>
    <w:rsid w:val="00286462"/>
    <w:rsid w:val="0028709B"/>
    <w:rsid w:val="00287DE7"/>
    <w:rsid w:val="002908F9"/>
    <w:rsid w:val="0029180B"/>
    <w:rsid w:val="0029183A"/>
    <w:rsid w:val="00291F6A"/>
    <w:rsid w:val="00292413"/>
    <w:rsid w:val="002925EA"/>
    <w:rsid w:val="0029372E"/>
    <w:rsid w:val="00294AF0"/>
    <w:rsid w:val="00295251"/>
    <w:rsid w:val="002957E6"/>
    <w:rsid w:val="002960E0"/>
    <w:rsid w:val="002965D9"/>
    <w:rsid w:val="0029745F"/>
    <w:rsid w:val="00297A71"/>
    <w:rsid w:val="002A0046"/>
    <w:rsid w:val="002A2BF1"/>
    <w:rsid w:val="002A2E34"/>
    <w:rsid w:val="002A3C63"/>
    <w:rsid w:val="002A4A68"/>
    <w:rsid w:val="002A4BFC"/>
    <w:rsid w:val="002A4CCF"/>
    <w:rsid w:val="002A5AA9"/>
    <w:rsid w:val="002B0296"/>
    <w:rsid w:val="002B0D4A"/>
    <w:rsid w:val="002B0E80"/>
    <w:rsid w:val="002B155A"/>
    <w:rsid w:val="002B18E0"/>
    <w:rsid w:val="002B2D23"/>
    <w:rsid w:val="002B2D36"/>
    <w:rsid w:val="002B347B"/>
    <w:rsid w:val="002B6666"/>
    <w:rsid w:val="002B6ED2"/>
    <w:rsid w:val="002C00AE"/>
    <w:rsid w:val="002C00E9"/>
    <w:rsid w:val="002C2549"/>
    <w:rsid w:val="002C305B"/>
    <w:rsid w:val="002C31CE"/>
    <w:rsid w:val="002C366C"/>
    <w:rsid w:val="002C51A4"/>
    <w:rsid w:val="002C5976"/>
    <w:rsid w:val="002C65F5"/>
    <w:rsid w:val="002C6674"/>
    <w:rsid w:val="002C70C8"/>
    <w:rsid w:val="002C7499"/>
    <w:rsid w:val="002C74DD"/>
    <w:rsid w:val="002C77B4"/>
    <w:rsid w:val="002C7954"/>
    <w:rsid w:val="002D0847"/>
    <w:rsid w:val="002D0D64"/>
    <w:rsid w:val="002D262F"/>
    <w:rsid w:val="002D37E5"/>
    <w:rsid w:val="002D3ACB"/>
    <w:rsid w:val="002D3F85"/>
    <w:rsid w:val="002D51CB"/>
    <w:rsid w:val="002D5209"/>
    <w:rsid w:val="002D527E"/>
    <w:rsid w:val="002E07CC"/>
    <w:rsid w:val="002E1A6E"/>
    <w:rsid w:val="002E37FE"/>
    <w:rsid w:val="002E4B1D"/>
    <w:rsid w:val="002E511F"/>
    <w:rsid w:val="002E524F"/>
    <w:rsid w:val="002E5314"/>
    <w:rsid w:val="002E6116"/>
    <w:rsid w:val="002E62E8"/>
    <w:rsid w:val="002E64BE"/>
    <w:rsid w:val="002F02AE"/>
    <w:rsid w:val="002F0EAA"/>
    <w:rsid w:val="002F2429"/>
    <w:rsid w:val="002F2CF5"/>
    <w:rsid w:val="002F2F9B"/>
    <w:rsid w:val="002F3202"/>
    <w:rsid w:val="002F3774"/>
    <w:rsid w:val="002F4098"/>
    <w:rsid w:val="002F499C"/>
    <w:rsid w:val="002F4BEF"/>
    <w:rsid w:val="002F5343"/>
    <w:rsid w:val="002F5DAC"/>
    <w:rsid w:val="002F5E74"/>
    <w:rsid w:val="002F5FF5"/>
    <w:rsid w:val="002F6561"/>
    <w:rsid w:val="002F692C"/>
    <w:rsid w:val="002F6A36"/>
    <w:rsid w:val="003002CC"/>
    <w:rsid w:val="00300596"/>
    <w:rsid w:val="003012F3"/>
    <w:rsid w:val="00301812"/>
    <w:rsid w:val="00301E1A"/>
    <w:rsid w:val="0030206D"/>
    <w:rsid w:val="00303185"/>
    <w:rsid w:val="00303430"/>
    <w:rsid w:val="003037BC"/>
    <w:rsid w:val="00303AC4"/>
    <w:rsid w:val="00303C0E"/>
    <w:rsid w:val="0030416B"/>
    <w:rsid w:val="00304946"/>
    <w:rsid w:val="0030602F"/>
    <w:rsid w:val="0030636B"/>
    <w:rsid w:val="0030692B"/>
    <w:rsid w:val="00306D47"/>
    <w:rsid w:val="003109D5"/>
    <w:rsid w:val="00310E11"/>
    <w:rsid w:val="00310E50"/>
    <w:rsid w:val="00313BCA"/>
    <w:rsid w:val="00313F85"/>
    <w:rsid w:val="003147D8"/>
    <w:rsid w:val="0031512E"/>
    <w:rsid w:val="00315E97"/>
    <w:rsid w:val="00316B0D"/>
    <w:rsid w:val="00316F3C"/>
    <w:rsid w:val="0031785D"/>
    <w:rsid w:val="00320B0F"/>
    <w:rsid w:val="00321513"/>
    <w:rsid w:val="00321E9D"/>
    <w:rsid w:val="0032202C"/>
    <w:rsid w:val="003228E9"/>
    <w:rsid w:val="00322E7E"/>
    <w:rsid w:val="003232C5"/>
    <w:rsid w:val="00323DB1"/>
    <w:rsid w:val="00323F29"/>
    <w:rsid w:val="0032457A"/>
    <w:rsid w:val="003245C2"/>
    <w:rsid w:val="00324C1B"/>
    <w:rsid w:val="00324CC2"/>
    <w:rsid w:val="00327AC9"/>
    <w:rsid w:val="00331DCC"/>
    <w:rsid w:val="00332693"/>
    <w:rsid w:val="003335DC"/>
    <w:rsid w:val="0033365C"/>
    <w:rsid w:val="00333AF0"/>
    <w:rsid w:val="003342EE"/>
    <w:rsid w:val="00334FBF"/>
    <w:rsid w:val="003356D0"/>
    <w:rsid w:val="003373CB"/>
    <w:rsid w:val="00337648"/>
    <w:rsid w:val="00337ADB"/>
    <w:rsid w:val="00337E83"/>
    <w:rsid w:val="00340069"/>
    <w:rsid w:val="00340D43"/>
    <w:rsid w:val="00340D57"/>
    <w:rsid w:val="00341122"/>
    <w:rsid w:val="00341B21"/>
    <w:rsid w:val="00342CCF"/>
    <w:rsid w:val="003430EC"/>
    <w:rsid w:val="003432EF"/>
    <w:rsid w:val="00343498"/>
    <w:rsid w:val="003439D5"/>
    <w:rsid w:val="00344FB7"/>
    <w:rsid w:val="00344FD4"/>
    <w:rsid w:val="00345ED0"/>
    <w:rsid w:val="0034675D"/>
    <w:rsid w:val="00346ADC"/>
    <w:rsid w:val="00350BB2"/>
    <w:rsid w:val="00351398"/>
    <w:rsid w:val="003514CF"/>
    <w:rsid w:val="00351557"/>
    <w:rsid w:val="00351A14"/>
    <w:rsid w:val="00352775"/>
    <w:rsid w:val="00352911"/>
    <w:rsid w:val="00352E68"/>
    <w:rsid w:val="00353291"/>
    <w:rsid w:val="0035384A"/>
    <w:rsid w:val="00353CB9"/>
    <w:rsid w:val="003541B8"/>
    <w:rsid w:val="003544F8"/>
    <w:rsid w:val="003547CC"/>
    <w:rsid w:val="00354BF6"/>
    <w:rsid w:val="00354F3E"/>
    <w:rsid w:val="00356D2F"/>
    <w:rsid w:val="00356E04"/>
    <w:rsid w:val="003602A3"/>
    <w:rsid w:val="00361C72"/>
    <w:rsid w:val="0036228B"/>
    <w:rsid w:val="0036377D"/>
    <w:rsid w:val="0036391E"/>
    <w:rsid w:val="00363A1B"/>
    <w:rsid w:val="0036430C"/>
    <w:rsid w:val="00364A35"/>
    <w:rsid w:val="00365276"/>
    <w:rsid w:val="003659F5"/>
    <w:rsid w:val="003661EA"/>
    <w:rsid w:val="003674A2"/>
    <w:rsid w:val="00367FCC"/>
    <w:rsid w:val="00370952"/>
    <w:rsid w:val="00370B3F"/>
    <w:rsid w:val="00373706"/>
    <w:rsid w:val="003741E2"/>
    <w:rsid w:val="0037456E"/>
    <w:rsid w:val="003746FF"/>
    <w:rsid w:val="00374F1C"/>
    <w:rsid w:val="00375E4B"/>
    <w:rsid w:val="00376BCC"/>
    <w:rsid w:val="00376D49"/>
    <w:rsid w:val="00376E2A"/>
    <w:rsid w:val="003777CA"/>
    <w:rsid w:val="003808AD"/>
    <w:rsid w:val="00380B45"/>
    <w:rsid w:val="00381007"/>
    <w:rsid w:val="00382A36"/>
    <w:rsid w:val="00383C8A"/>
    <w:rsid w:val="00383E76"/>
    <w:rsid w:val="0038486C"/>
    <w:rsid w:val="00384DF8"/>
    <w:rsid w:val="00385AF5"/>
    <w:rsid w:val="00386318"/>
    <w:rsid w:val="0038686B"/>
    <w:rsid w:val="00386931"/>
    <w:rsid w:val="00387A36"/>
    <w:rsid w:val="00387B4F"/>
    <w:rsid w:val="00391C7C"/>
    <w:rsid w:val="00391D03"/>
    <w:rsid w:val="00391FB6"/>
    <w:rsid w:val="0039229A"/>
    <w:rsid w:val="0039342F"/>
    <w:rsid w:val="00393545"/>
    <w:rsid w:val="00393963"/>
    <w:rsid w:val="00393E87"/>
    <w:rsid w:val="00393FFB"/>
    <w:rsid w:val="0039421D"/>
    <w:rsid w:val="00394DAF"/>
    <w:rsid w:val="00396087"/>
    <w:rsid w:val="00397760"/>
    <w:rsid w:val="003978DE"/>
    <w:rsid w:val="003A08D1"/>
    <w:rsid w:val="003A1A9E"/>
    <w:rsid w:val="003A1D3B"/>
    <w:rsid w:val="003A2BE2"/>
    <w:rsid w:val="003A3119"/>
    <w:rsid w:val="003A4483"/>
    <w:rsid w:val="003A501E"/>
    <w:rsid w:val="003A54CA"/>
    <w:rsid w:val="003A56E5"/>
    <w:rsid w:val="003A6093"/>
    <w:rsid w:val="003A711A"/>
    <w:rsid w:val="003A7A51"/>
    <w:rsid w:val="003B0396"/>
    <w:rsid w:val="003B0AED"/>
    <w:rsid w:val="003B14FC"/>
    <w:rsid w:val="003B1513"/>
    <w:rsid w:val="003B1C1D"/>
    <w:rsid w:val="003B22F0"/>
    <w:rsid w:val="003B3192"/>
    <w:rsid w:val="003B3903"/>
    <w:rsid w:val="003B3B3E"/>
    <w:rsid w:val="003B3C8F"/>
    <w:rsid w:val="003B48EE"/>
    <w:rsid w:val="003B4C42"/>
    <w:rsid w:val="003B4E64"/>
    <w:rsid w:val="003B5075"/>
    <w:rsid w:val="003B5245"/>
    <w:rsid w:val="003B5D9E"/>
    <w:rsid w:val="003B5F27"/>
    <w:rsid w:val="003B60CB"/>
    <w:rsid w:val="003B623F"/>
    <w:rsid w:val="003B7381"/>
    <w:rsid w:val="003B7695"/>
    <w:rsid w:val="003B7C4A"/>
    <w:rsid w:val="003B7C8A"/>
    <w:rsid w:val="003B7EED"/>
    <w:rsid w:val="003C0486"/>
    <w:rsid w:val="003C0C80"/>
    <w:rsid w:val="003C0D39"/>
    <w:rsid w:val="003C286F"/>
    <w:rsid w:val="003C321F"/>
    <w:rsid w:val="003C3903"/>
    <w:rsid w:val="003C528D"/>
    <w:rsid w:val="003C533A"/>
    <w:rsid w:val="003C5C2D"/>
    <w:rsid w:val="003C6053"/>
    <w:rsid w:val="003C75E9"/>
    <w:rsid w:val="003D02E3"/>
    <w:rsid w:val="003D0DC3"/>
    <w:rsid w:val="003D1525"/>
    <w:rsid w:val="003D218D"/>
    <w:rsid w:val="003D23B7"/>
    <w:rsid w:val="003D2A85"/>
    <w:rsid w:val="003D418A"/>
    <w:rsid w:val="003D499B"/>
    <w:rsid w:val="003D53BA"/>
    <w:rsid w:val="003D53EC"/>
    <w:rsid w:val="003D556D"/>
    <w:rsid w:val="003D5D3C"/>
    <w:rsid w:val="003D6739"/>
    <w:rsid w:val="003D740D"/>
    <w:rsid w:val="003D7A28"/>
    <w:rsid w:val="003D7D47"/>
    <w:rsid w:val="003E0561"/>
    <w:rsid w:val="003E1892"/>
    <w:rsid w:val="003E1A94"/>
    <w:rsid w:val="003E1AB8"/>
    <w:rsid w:val="003E1B50"/>
    <w:rsid w:val="003E2168"/>
    <w:rsid w:val="003E2E3C"/>
    <w:rsid w:val="003E2E6C"/>
    <w:rsid w:val="003E415A"/>
    <w:rsid w:val="003E6A68"/>
    <w:rsid w:val="003E6E47"/>
    <w:rsid w:val="003E7237"/>
    <w:rsid w:val="003E7E7D"/>
    <w:rsid w:val="003F0B9A"/>
    <w:rsid w:val="003F0DB3"/>
    <w:rsid w:val="003F2038"/>
    <w:rsid w:val="003F20BA"/>
    <w:rsid w:val="003F2BD1"/>
    <w:rsid w:val="003F427F"/>
    <w:rsid w:val="003F4915"/>
    <w:rsid w:val="003F4DB8"/>
    <w:rsid w:val="003F5210"/>
    <w:rsid w:val="003F56A3"/>
    <w:rsid w:val="003F59ED"/>
    <w:rsid w:val="003F779C"/>
    <w:rsid w:val="004005DD"/>
    <w:rsid w:val="004020B7"/>
    <w:rsid w:val="004021D0"/>
    <w:rsid w:val="00403372"/>
    <w:rsid w:val="0040344D"/>
    <w:rsid w:val="004051D6"/>
    <w:rsid w:val="0040557D"/>
    <w:rsid w:val="004056E9"/>
    <w:rsid w:val="0040587A"/>
    <w:rsid w:val="0040682C"/>
    <w:rsid w:val="00407744"/>
    <w:rsid w:val="00410BCC"/>
    <w:rsid w:val="00411A13"/>
    <w:rsid w:val="00411D6F"/>
    <w:rsid w:val="004138CA"/>
    <w:rsid w:val="00413B76"/>
    <w:rsid w:val="0041406E"/>
    <w:rsid w:val="0041406F"/>
    <w:rsid w:val="004142DD"/>
    <w:rsid w:val="004144D0"/>
    <w:rsid w:val="004149EC"/>
    <w:rsid w:val="00416A84"/>
    <w:rsid w:val="00416D57"/>
    <w:rsid w:val="00416E25"/>
    <w:rsid w:val="0042107D"/>
    <w:rsid w:val="00421A5F"/>
    <w:rsid w:val="00421C87"/>
    <w:rsid w:val="00421D51"/>
    <w:rsid w:val="00422066"/>
    <w:rsid w:val="0042230D"/>
    <w:rsid w:val="004238BF"/>
    <w:rsid w:val="00423FFC"/>
    <w:rsid w:val="00424665"/>
    <w:rsid w:val="00425993"/>
    <w:rsid w:val="00426D7C"/>
    <w:rsid w:val="0042748E"/>
    <w:rsid w:val="00427B52"/>
    <w:rsid w:val="00430224"/>
    <w:rsid w:val="0043069F"/>
    <w:rsid w:val="00430A30"/>
    <w:rsid w:val="00431358"/>
    <w:rsid w:val="00431374"/>
    <w:rsid w:val="00434F46"/>
    <w:rsid w:val="00435314"/>
    <w:rsid w:val="00435728"/>
    <w:rsid w:val="004364E3"/>
    <w:rsid w:val="00436717"/>
    <w:rsid w:val="004371D2"/>
    <w:rsid w:val="00441DB9"/>
    <w:rsid w:val="00441F20"/>
    <w:rsid w:val="00443C48"/>
    <w:rsid w:val="004447A5"/>
    <w:rsid w:val="00444874"/>
    <w:rsid w:val="00444BDB"/>
    <w:rsid w:val="00444BDC"/>
    <w:rsid w:val="00450AB3"/>
    <w:rsid w:val="00450B99"/>
    <w:rsid w:val="00451030"/>
    <w:rsid w:val="004517A9"/>
    <w:rsid w:val="004522BB"/>
    <w:rsid w:val="00453873"/>
    <w:rsid w:val="00454560"/>
    <w:rsid w:val="004553AA"/>
    <w:rsid w:val="00456C45"/>
    <w:rsid w:val="00457F8E"/>
    <w:rsid w:val="00460ACA"/>
    <w:rsid w:val="00460F0D"/>
    <w:rsid w:val="00461B4A"/>
    <w:rsid w:val="00462296"/>
    <w:rsid w:val="004625BB"/>
    <w:rsid w:val="0046278D"/>
    <w:rsid w:val="00463420"/>
    <w:rsid w:val="004651D4"/>
    <w:rsid w:val="00465813"/>
    <w:rsid w:val="00466288"/>
    <w:rsid w:val="004671C3"/>
    <w:rsid w:val="00467ADE"/>
    <w:rsid w:val="00467FBD"/>
    <w:rsid w:val="00473002"/>
    <w:rsid w:val="004737F0"/>
    <w:rsid w:val="00474263"/>
    <w:rsid w:val="00474AF3"/>
    <w:rsid w:val="00475EE4"/>
    <w:rsid w:val="00476304"/>
    <w:rsid w:val="00476564"/>
    <w:rsid w:val="00477A48"/>
    <w:rsid w:val="00480F6D"/>
    <w:rsid w:val="00481D0E"/>
    <w:rsid w:val="004823E1"/>
    <w:rsid w:val="00482BBC"/>
    <w:rsid w:val="00485546"/>
    <w:rsid w:val="0048684F"/>
    <w:rsid w:val="004872A1"/>
    <w:rsid w:val="004907B9"/>
    <w:rsid w:val="00490EAD"/>
    <w:rsid w:val="004914BA"/>
    <w:rsid w:val="0049207B"/>
    <w:rsid w:val="0049340E"/>
    <w:rsid w:val="00493BA2"/>
    <w:rsid w:val="00493D2B"/>
    <w:rsid w:val="004958F3"/>
    <w:rsid w:val="00495AB9"/>
    <w:rsid w:val="0049678E"/>
    <w:rsid w:val="004967D6"/>
    <w:rsid w:val="004969D1"/>
    <w:rsid w:val="004A1152"/>
    <w:rsid w:val="004A1489"/>
    <w:rsid w:val="004A154C"/>
    <w:rsid w:val="004A210E"/>
    <w:rsid w:val="004A2EAF"/>
    <w:rsid w:val="004A37F7"/>
    <w:rsid w:val="004A3C4B"/>
    <w:rsid w:val="004A430E"/>
    <w:rsid w:val="004A449B"/>
    <w:rsid w:val="004A46F5"/>
    <w:rsid w:val="004A4A58"/>
    <w:rsid w:val="004A4C97"/>
    <w:rsid w:val="004A503F"/>
    <w:rsid w:val="004A7094"/>
    <w:rsid w:val="004B0149"/>
    <w:rsid w:val="004B2377"/>
    <w:rsid w:val="004B246B"/>
    <w:rsid w:val="004B24F7"/>
    <w:rsid w:val="004B2587"/>
    <w:rsid w:val="004B3B44"/>
    <w:rsid w:val="004B3D08"/>
    <w:rsid w:val="004B462E"/>
    <w:rsid w:val="004B469E"/>
    <w:rsid w:val="004B4873"/>
    <w:rsid w:val="004B542C"/>
    <w:rsid w:val="004B5ADE"/>
    <w:rsid w:val="004B6450"/>
    <w:rsid w:val="004B695A"/>
    <w:rsid w:val="004B6A2A"/>
    <w:rsid w:val="004B734A"/>
    <w:rsid w:val="004B7FBD"/>
    <w:rsid w:val="004C07C5"/>
    <w:rsid w:val="004C0B3D"/>
    <w:rsid w:val="004C0BEA"/>
    <w:rsid w:val="004C172B"/>
    <w:rsid w:val="004C269A"/>
    <w:rsid w:val="004C3C43"/>
    <w:rsid w:val="004C3D93"/>
    <w:rsid w:val="004C4B00"/>
    <w:rsid w:val="004C501C"/>
    <w:rsid w:val="004C556E"/>
    <w:rsid w:val="004C5C75"/>
    <w:rsid w:val="004C64B9"/>
    <w:rsid w:val="004C65CF"/>
    <w:rsid w:val="004D120B"/>
    <w:rsid w:val="004D20D4"/>
    <w:rsid w:val="004D2BDC"/>
    <w:rsid w:val="004D447D"/>
    <w:rsid w:val="004D5492"/>
    <w:rsid w:val="004D5B6B"/>
    <w:rsid w:val="004D5C65"/>
    <w:rsid w:val="004D650E"/>
    <w:rsid w:val="004D7FD6"/>
    <w:rsid w:val="004E02F8"/>
    <w:rsid w:val="004E163E"/>
    <w:rsid w:val="004E286F"/>
    <w:rsid w:val="004E34B7"/>
    <w:rsid w:val="004E354B"/>
    <w:rsid w:val="004E3B05"/>
    <w:rsid w:val="004E48E6"/>
    <w:rsid w:val="004E7188"/>
    <w:rsid w:val="004E77B8"/>
    <w:rsid w:val="004E7D08"/>
    <w:rsid w:val="004E7D29"/>
    <w:rsid w:val="004F1B91"/>
    <w:rsid w:val="004F2F36"/>
    <w:rsid w:val="004F32B2"/>
    <w:rsid w:val="004F4C08"/>
    <w:rsid w:val="004F5B4C"/>
    <w:rsid w:val="004F5D6B"/>
    <w:rsid w:val="004F6296"/>
    <w:rsid w:val="004F63BB"/>
    <w:rsid w:val="004F721A"/>
    <w:rsid w:val="004F7BE4"/>
    <w:rsid w:val="004F7FE2"/>
    <w:rsid w:val="00500F74"/>
    <w:rsid w:val="005011DA"/>
    <w:rsid w:val="005011F8"/>
    <w:rsid w:val="005014F3"/>
    <w:rsid w:val="0050249B"/>
    <w:rsid w:val="005028BA"/>
    <w:rsid w:val="00502B46"/>
    <w:rsid w:val="0050451D"/>
    <w:rsid w:val="0050566C"/>
    <w:rsid w:val="00505E2B"/>
    <w:rsid w:val="0051166B"/>
    <w:rsid w:val="00511EE0"/>
    <w:rsid w:val="00512724"/>
    <w:rsid w:val="00512F10"/>
    <w:rsid w:val="00513264"/>
    <w:rsid w:val="00514C15"/>
    <w:rsid w:val="00514EF9"/>
    <w:rsid w:val="005154C6"/>
    <w:rsid w:val="00515D0B"/>
    <w:rsid w:val="00515D53"/>
    <w:rsid w:val="00516501"/>
    <w:rsid w:val="0051755C"/>
    <w:rsid w:val="00520874"/>
    <w:rsid w:val="0052189F"/>
    <w:rsid w:val="00522339"/>
    <w:rsid w:val="00523626"/>
    <w:rsid w:val="00523BA0"/>
    <w:rsid w:val="00523E49"/>
    <w:rsid w:val="005245E4"/>
    <w:rsid w:val="00524E8A"/>
    <w:rsid w:val="0052516B"/>
    <w:rsid w:val="00525D29"/>
    <w:rsid w:val="00526111"/>
    <w:rsid w:val="00526542"/>
    <w:rsid w:val="00526767"/>
    <w:rsid w:val="00527A43"/>
    <w:rsid w:val="00527F3D"/>
    <w:rsid w:val="00530824"/>
    <w:rsid w:val="00530AA1"/>
    <w:rsid w:val="00531121"/>
    <w:rsid w:val="00531AAA"/>
    <w:rsid w:val="005326AA"/>
    <w:rsid w:val="005333CA"/>
    <w:rsid w:val="00533F2E"/>
    <w:rsid w:val="00534651"/>
    <w:rsid w:val="005346D1"/>
    <w:rsid w:val="005354FB"/>
    <w:rsid w:val="005356BB"/>
    <w:rsid w:val="00535E25"/>
    <w:rsid w:val="00536193"/>
    <w:rsid w:val="005362FD"/>
    <w:rsid w:val="00537747"/>
    <w:rsid w:val="00540007"/>
    <w:rsid w:val="005406FD"/>
    <w:rsid w:val="00541F7D"/>
    <w:rsid w:val="005425CA"/>
    <w:rsid w:val="00542BF6"/>
    <w:rsid w:val="00543BA1"/>
    <w:rsid w:val="0054420A"/>
    <w:rsid w:val="00544FF6"/>
    <w:rsid w:val="00545C2A"/>
    <w:rsid w:val="00545FF2"/>
    <w:rsid w:val="00547330"/>
    <w:rsid w:val="005473EB"/>
    <w:rsid w:val="00547790"/>
    <w:rsid w:val="00547A29"/>
    <w:rsid w:val="00547D6C"/>
    <w:rsid w:val="00547EDF"/>
    <w:rsid w:val="0055016B"/>
    <w:rsid w:val="005507C8"/>
    <w:rsid w:val="005516BF"/>
    <w:rsid w:val="005529EB"/>
    <w:rsid w:val="00552A41"/>
    <w:rsid w:val="00552AFA"/>
    <w:rsid w:val="00552DA6"/>
    <w:rsid w:val="00552E60"/>
    <w:rsid w:val="0055408A"/>
    <w:rsid w:val="00554222"/>
    <w:rsid w:val="00554516"/>
    <w:rsid w:val="00554A4C"/>
    <w:rsid w:val="00554A8E"/>
    <w:rsid w:val="0055527D"/>
    <w:rsid w:val="00555E07"/>
    <w:rsid w:val="005576EE"/>
    <w:rsid w:val="00561645"/>
    <w:rsid w:val="00562131"/>
    <w:rsid w:val="00562D88"/>
    <w:rsid w:val="00563A0A"/>
    <w:rsid w:val="00563BCB"/>
    <w:rsid w:val="00564334"/>
    <w:rsid w:val="00565157"/>
    <w:rsid w:val="0056594F"/>
    <w:rsid w:val="00565D68"/>
    <w:rsid w:val="00565E94"/>
    <w:rsid w:val="00565F91"/>
    <w:rsid w:val="0056669E"/>
    <w:rsid w:val="005669AB"/>
    <w:rsid w:val="00571031"/>
    <w:rsid w:val="00571E61"/>
    <w:rsid w:val="0057214B"/>
    <w:rsid w:val="00572FBE"/>
    <w:rsid w:val="0057327A"/>
    <w:rsid w:val="00573EFD"/>
    <w:rsid w:val="00574C71"/>
    <w:rsid w:val="005756FF"/>
    <w:rsid w:val="00575AD1"/>
    <w:rsid w:val="00576A75"/>
    <w:rsid w:val="00577928"/>
    <w:rsid w:val="00577A2C"/>
    <w:rsid w:val="00577BFC"/>
    <w:rsid w:val="005813BE"/>
    <w:rsid w:val="00582784"/>
    <w:rsid w:val="00582BB5"/>
    <w:rsid w:val="00582E91"/>
    <w:rsid w:val="005834D7"/>
    <w:rsid w:val="005838E1"/>
    <w:rsid w:val="005839D0"/>
    <w:rsid w:val="005842A1"/>
    <w:rsid w:val="0058460E"/>
    <w:rsid w:val="00585B52"/>
    <w:rsid w:val="00587D58"/>
    <w:rsid w:val="00587F74"/>
    <w:rsid w:val="00590175"/>
    <w:rsid w:val="00591AF7"/>
    <w:rsid w:val="00592A00"/>
    <w:rsid w:val="00592A42"/>
    <w:rsid w:val="00594EC6"/>
    <w:rsid w:val="0059578A"/>
    <w:rsid w:val="005973BB"/>
    <w:rsid w:val="005A02AE"/>
    <w:rsid w:val="005A360D"/>
    <w:rsid w:val="005A3CAB"/>
    <w:rsid w:val="005A4CAC"/>
    <w:rsid w:val="005A5398"/>
    <w:rsid w:val="005A669D"/>
    <w:rsid w:val="005A7509"/>
    <w:rsid w:val="005A78EF"/>
    <w:rsid w:val="005A79E4"/>
    <w:rsid w:val="005A7B3C"/>
    <w:rsid w:val="005B0025"/>
    <w:rsid w:val="005B0D09"/>
    <w:rsid w:val="005B0D21"/>
    <w:rsid w:val="005B0F76"/>
    <w:rsid w:val="005B145C"/>
    <w:rsid w:val="005B1A1D"/>
    <w:rsid w:val="005B20D0"/>
    <w:rsid w:val="005B2884"/>
    <w:rsid w:val="005B3670"/>
    <w:rsid w:val="005B3F99"/>
    <w:rsid w:val="005B44EE"/>
    <w:rsid w:val="005B4959"/>
    <w:rsid w:val="005B57D6"/>
    <w:rsid w:val="005B5EAA"/>
    <w:rsid w:val="005C01DE"/>
    <w:rsid w:val="005C137D"/>
    <w:rsid w:val="005C1B1D"/>
    <w:rsid w:val="005C24AA"/>
    <w:rsid w:val="005C28B9"/>
    <w:rsid w:val="005C32AD"/>
    <w:rsid w:val="005C35D7"/>
    <w:rsid w:val="005C3C40"/>
    <w:rsid w:val="005C4951"/>
    <w:rsid w:val="005C4ABB"/>
    <w:rsid w:val="005C4C78"/>
    <w:rsid w:val="005C4F58"/>
    <w:rsid w:val="005C57B2"/>
    <w:rsid w:val="005C5B06"/>
    <w:rsid w:val="005C5C80"/>
    <w:rsid w:val="005C5E6E"/>
    <w:rsid w:val="005C6EFF"/>
    <w:rsid w:val="005C743C"/>
    <w:rsid w:val="005D0E44"/>
    <w:rsid w:val="005D14F1"/>
    <w:rsid w:val="005D2292"/>
    <w:rsid w:val="005D2CC9"/>
    <w:rsid w:val="005D31CA"/>
    <w:rsid w:val="005D3774"/>
    <w:rsid w:val="005D402A"/>
    <w:rsid w:val="005D4302"/>
    <w:rsid w:val="005D4E5D"/>
    <w:rsid w:val="005D5BEC"/>
    <w:rsid w:val="005D6420"/>
    <w:rsid w:val="005D738E"/>
    <w:rsid w:val="005D7AF2"/>
    <w:rsid w:val="005D7E1A"/>
    <w:rsid w:val="005D7EF0"/>
    <w:rsid w:val="005E07B9"/>
    <w:rsid w:val="005E1087"/>
    <w:rsid w:val="005E23AF"/>
    <w:rsid w:val="005E2B55"/>
    <w:rsid w:val="005E2E04"/>
    <w:rsid w:val="005E3C41"/>
    <w:rsid w:val="005E4511"/>
    <w:rsid w:val="005E4A81"/>
    <w:rsid w:val="005E4C14"/>
    <w:rsid w:val="005E4F7D"/>
    <w:rsid w:val="005E5A0A"/>
    <w:rsid w:val="005E5ACA"/>
    <w:rsid w:val="005E778C"/>
    <w:rsid w:val="005F0160"/>
    <w:rsid w:val="005F0451"/>
    <w:rsid w:val="005F0B65"/>
    <w:rsid w:val="005F34C5"/>
    <w:rsid w:val="005F3B88"/>
    <w:rsid w:val="005F3F91"/>
    <w:rsid w:val="005F3FBA"/>
    <w:rsid w:val="005F4325"/>
    <w:rsid w:val="005F4A35"/>
    <w:rsid w:val="005F4B04"/>
    <w:rsid w:val="005F509C"/>
    <w:rsid w:val="005F5675"/>
    <w:rsid w:val="005F5D42"/>
    <w:rsid w:val="005F70B2"/>
    <w:rsid w:val="005F7419"/>
    <w:rsid w:val="005F7758"/>
    <w:rsid w:val="005F7CD0"/>
    <w:rsid w:val="006005F3"/>
    <w:rsid w:val="006007D7"/>
    <w:rsid w:val="0060136A"/>
    <w:rsid w:val="006013AC"/>
    <w:rsid w:val="0060162B"/>
    <w:rsid w:val="00604F6A"/>
    <w:rsid w:val="00605CA3"/>
    <w:rsid w:val="00605DC3"/>
    <w:rsid w:val="00605E69"/>
    <w:rsid w:val="00606319"/>
    <w:rsid w:val="0060651D"/>
    <w:rsid w:val="00606B2B"/>
    <w:rsid w:val="00607740"/>
    <w:rsid w:val="00611581"/>
    <w:rsid w:val="00612CEB"/>
    <w:rsid w:val="0061399B"/>
    <w:rsid w:val="006139CB"/>
    <w:rsid w:val="00613D21"/>
    <w:rsid w:val="00614C66"/>
    <w:rsid w:val="00614EA3"/>
    <w:rsid w:val="0061576A"/>
    <w:rsid w:val="00617C8A"/>
    <w:rsid w:val="00620301"/>
    <w:rsid w:val="00620ECA"/>
    <w:rsid w:val="0062134B"/>
    <w:rsid w:val="006223FB"/>
    <w:rsid w:val="00623641"/>
    <w:rsid w:val="0062460C"/>
    <w:rsid w:val="00624BE1"/>
    <w:rsid w:val="00624D33"/>
    <w:rsid w:val="006257DA"/>
    <w:rsid w:val="00626A81"/>
    <w:rsid w:val="00627710"/>
    <w:rsid w:val="0063021C"/>
    <w:rsid w:val="00631508"/>
    <w:rsid w:val="00631DC4"/>
    <w:rsid w:val="00632B42"/>
    <w:rsid w:val="00634107"/>
    <w:rsid w:val="00634264"/>
    <w:rsid w:val="00634E91"/>
    <w:rsid w:val="0063507E"/>
    <w:rsid w:val="0063524B"/>
    <w:rsid w:val="006355ED"/>
    <w:rsid w:val="00635E6A"/>
    <w:rsid w:val="0064240F"/>
    <w:rsid w:val="00642958"/>
    <w:rsid w:val="00642C7F"/>
    <w:rsid w:val="00643BE0"/>
    <w:rsid w:val="00644C8C"/>
    <w:rsid w:val="00644D13"/>
    <w:rsid w:val="00645814"/>
    <w:rsid w:val="006461E1"/>
    <w:rsid w:val="00646755"/>
    <w:rsid w:val="00647FDD"/>
    <w:rsid w:val="00650317"/>
    <w:rsid w:val="006506D6"/>
    <w:rsid w:val="006508D8"/>
    <w:rsid w:val="006509CF"/>
    <w:rsid w:val="00651085"/>
    <w:rsid w:val="00651EC2"/>
    <w:rsid w:val="00652DA7"/>
    <w:rsid w:val="00654CFE"/>
    <w:rsid w:val="00655026"/>
    <w:rsid w:val="00655EA6"/>
    <w:rsid w:val="0065611F"/>
    <w:rsid w:val="00656365"/>
    <w:rsid w:val="0065683D"/>
    <w:rsid w:val="006575B5"/>
    <w:rsid w:val="006600BC"/>
    <w:rsid w:val="00660514"/>
    <w:rsid w:val="006608F5"/>
    <w:rsid w:val="006609C6"/>
    <w:rsid w:val="00660D25"/>
    <w:rsid w:val="00661053"/>
    <w:rsid w:val="00661374"/>
    <w:rsid w:val="00661649"/>
    <w:rsid w:val="00661952"/>
    <w:rsid w:val="0066309B"/>
    <w:rsid w:val="00665774"/>
    <w:rsid w:val="00665B4B"/>
    <w:rsid w:val="00665F4F"/>
    <w:rsid w:val="00670512"/>
    <w:rsid w:val="00670518"/>
    <w:rsid w:val="00670D8D"/>
    <w:rsid w:val="0067185F"/>
    <w:rsid w:val="00672602"/>
    <w:rsid w:val="00673504"/>
    <w:rsid w:val="0067411F"/>
    <w:rsid w:val="00674252"/>
    <w:rsid w:val="00674456"/>
    <w:rsid w:val="006748AE"/>
    <w:rsid w:val="00674F0E"/>
    <w:rsid w:val="00675297"/>
    <w:rsid w:val="006754D2"/>
    <w:rsid w:val="00676829"/>
    <w:rsid w:val="006768AD"/>
    <w:rsid w:val="00676B3E"/>
    <w:rsid w:val="0067770E"/>
    <w:rsid w:val="00677D09"/>
    <w:rsid w:val="00677F9E"/>
    <w:rsid w:val="006808CB"/>
    <w:rsid w:val="00680981"/>
    <w:rsid w:val="00680BF0"/>
    <w:rsid w:val="00682B3D"/>
    <w:rsid w:val="0068490C"/>
    <w:rsid w:val="00685538"/>
    <w:rsid w:val="00685948"/>
    <w:rsid w:val="00686499"/>
    <w:rsid w:val="006869F1"/>
    <w:rsid w:val="00686C63"/>
    <w:rsid w:val="00686DAE"/>
    <w:rsid w:val="00687061"/>
    <w:rsid w:val="00687998"/>
    <w:rsid w:val="006879C3"/>
    <w:rsid w:val="00687B5D"/>
    <w:rsid w:val="006902E0"/>
    <w:rsid w:val="00690C75"/>
    <w:rsid w:val="00693E9D"/>
    <w:rsid w:val="006944D1"/>
    <w:rsid w:val="00694C80"/>
    <w:rsid w:val="0069527D"/>
    <w:rsid w:val="00695769"/>
    <w:rsid w:val="006959D5"/>
    <w:rsid w:val="00696374"/>
    <w:rsid w:val="006973DA"/>
    <w:rsid w:val="00697F04"/>
    <w:rsid w:val="006A05FC"/>
    <w:rsid w:val="006A06A2"/>
    <w:rsid w:val="006A0BDC"/>
    <w:rsid w:val="006A0FAB"/>
    <w:rsid w:val="006A25BD"/>
    <w:rsid w:val="006A3323"/>
    <w:rsid w:val="006A3F77"/>
    <w:rsid w:val="006A4BA1"/>
    <w:rsid w:val="006A4DC4"/>
    <w:rsid w:val="006A54FA"/>
    <w:rsid w:val="006A5697"/>
    <w:rsid w:val="006A5C48"/>
    <w:rsid w:val="006B0047"/>
    <w:rsid w:val="006B0258"/>
    <w:rsid w:val="006B0298"/>
    <w:rsid w:val="006B0F03"/>
    <w:rsid w:val="006B163D"/>
    <w:rsid w:val="006B18EE"/>
    <w:rsid w:val="006B2C2F"/>
    <w:rsid w:val="006B329B"/>
    <w:rsid w:val="006B426A"/>
    <w:rsid w:val="006B481F"/>
    <w:rsid w:val="006B53E1"/>
    <w:rsid w:val="006B6299"/>
    <w:rsid w:val="006B633B"/>
    <w:rsid w:val="006B6ACA"/>
    <w:rsid w:val="006B7471"/>
    <w:rsid w:val="006B7748"/>
    <w:rsid w:val="006B7D42"/>
    <w:rsid w:val="006C0816"/>
    <w:rsid w:val="006C0BAF"/>
    <w:rsid w:val="006C117F"/>
    <w:rsid w:val="006C1419"/>
    <w:rsid w:val="006C25A7"/>
    <w:rsid w:val="006C272A"/>
    <w:rsid w:val="006C3045"/>
    <w:rsid w:val="006C328C"/>
    <w:rsid w:val="006C3BC5"/>
    <w:rsid w:val="006C4492"/>
    <w:rsid w:val="006C46D7"/>
    <w:rsid w:val="006C4A9B"/>
    <w:rsid w:val="006C4DAE"/>
    <w:rsid w:val="006C5FEE"/>
    <w:rsid w:val="006C616E"/>
    <w:rsid w:val="006C63E1"/>
    <w:rsid w:val="006D0068"/>
    <w:rsid w:val="006D0454"/>
    <w:rsid w:val="006D1393"/>
    <w:rsid w:val="006D15B8"/>
    <w:rsid w:val="006D1987"/>
    <w:rsid w:val="006D1CC0"/>
    <w:rsid w:val="006D37DB"/>
    <w:rsid w:val="006D39F7"/>
    <w:rsid w:val="006D3B54"/>
    <w:rsid w:val="006D40DF"/>
    <w:rsid w:val="006D5472"/>
    <w:rsid w:val="006D6851"/>
    <w:rsid w:val="006D6911"/>
    <w:rsid w:val="006E06AA"/>
    <w:rsid w:val="006E0907"/>
    <w:rsid w:val="006E0D21"/>
    <w:rsid w:val="006E19DC"/>
    <w:rsid w:val="006E1EF5"/>
    <w:rsid w:val="006E226C"/>
    <w:rsid w:val="006E324E"/>
    <w:rsid w:val="006E362A"/>
    <w:rsid w:val="006E4F78"/>
    <w:rsid w:val="006E551F"/>
    <w:rsid w:val="006E6248"/>
    <w:rsid w:val="006E632C"/>
    <w:rsid w:val="006E6961"/>
    <w:rsid w:val="006E6D99"/>
    <w:rsid w:val="006E7C91"/>
    <w:rsid w:val="006E7CDB"/>
    <w:rsid w:val="006E7D0A"/>
    <w:rsid w:val="006F1601"/>
    <w:rsid w:val="006F1E84"/>
    <w:rsid w:val="006F2E14"/>
    <w:rsid w:val="006F3330"/>
    <w:rsid w:val="006F37B6"/>
    <w:rsid w:val="006F38BA"/>
    <w:rsid w:val="006F47C4"/>
    <w:rsid w:val="006F4BA5"/>
    <w:rsid w:val="006F4E35"/>
    <w:rsid w:val="006F679C"/>
    <w:rsid w:val="006F6A76"/>
    <w:rsid w:val="006F6C9C"/>
    <w:rsid w:val="006F7EB4"/>
    <w:rsid w:val="007004DD"/>
    <w:rsid w:val="00700BA1"/>
    <w:rsid w:val="007013BB"/>
    <w:rsid w:val="0070237B"/>
    <w:rsid w:val="00702487"/>
    <w:rsid w:val="00702E79"/>
    <w:rsid w:val="00702F85"/>
    <w:rsid w:val="007037A5"/>
    <w:rsid w:val="0070442D"/>
    <w:rsid w:val="00705476"/>
    <w:rsid w:val="00705B81"/>
    <w:rsid w:val="00705CB2"/>
    <w:rsid w:val="00705F8C"/>
    <w:rsid w:val="00706A51"/>
    <w:rsid w:val="00706FE5"/>
    <w:rsid w:val="00707413"/>
    <w:rsid w:val="00707691"/>
    <w:rsid w:val="0070782F"/>
    <w:rsid w:val="00707A11"/>
    <w:rsid w:val="00707F00"/>
    <w:rsid w:val="007104A1"/>
    <w:rsid w:val="00710557"/>
    <w:rsid w:val="00710D11"/>
    <w:rsid w:val="0071101D"/>
    <w:rsid w:val="007123A8"/>
    <w:rsid w:val="0071257A"/>
    <w:rsid w:val="0071280D"/>
    <w:rsid w:val="007135FC"/>
    <w:rsid w:val="0071424C"/>
    <w:rsid w:val="00715947"/>
    <w:rsid w:val="007173D8"/>
    <w:rsid w:val="00717599"/>
    <w:rsid w:val="0071779E"/>
    <w:rsid w:val="00717F4A"/>
    <w:rsid w:val="00717F5D"/>
    <w:rsid w:val="00721708"/>
    <w:rsid w:val="00722602"/>
    <w:rsid w:val="00722621"/>
    <w:rsid w:val="0072316A"/>
    <w:rsid w:val="007246CD"/>
    <w:rsid w:val="00725CD8"/>
    <w:rsid w:val="00727470"/>
    <w:rsid w:val="007275CC"/>
    <w:rsid w:val="00731D82"/>
    <w:rsid w:val="0073259C"/>
    <w:rsid w:val="007326A7"/>
    <w:rsid w:val="00733193"/>
    <w:rsid w:val="00733FDD"/>
    <w:rsid w:val="007340D3"/>
    <w:rsid w:val="0073437C"/>
    <w:rsid w:val="00734444"/>
    <w:rsid w:val="0073582E"/>
    <w:rsid w:val="00735CC6"/>
    <w:rsid w:val="00735D1A"/>
    <w:rsid w:val="00736063"/>
    <w:rsid w:val="00736886"/>
    <w:rsid w:val="00737D30"/>
    <w:rsid w:val="00737DAA"/>
    <w:rsid w:val="0074022D"/>
    <w:rsid w:val="00742293"/>
    <w:rsid w:val="00742306"/>
    <w:rsid w:val="007428C5"/>
    <w:rsid w:val="00744230"/>
    <w:rsid w:val="007447D9"/>
    <w:rsid w:val="00744A59"/>
    <w:rsid w:val="00745BC0"/>
    <w:rsid w:val="007460C0"/>
    <w:rsid w:val="00746C8A"/>
    <w:rsid w:val="00747AF9"/>
    <w:rsid w:val="00750457"/>
    <w:rsid w:val="00750B07"/>
    <w:rsid w:val="00750D7A"/>
    <w:rsid w:val="00751249"/>
    <w:rsid w:val="00751A01"/>
    <w:rsid w:val="0075218C"/>
    <w:rsid w:val="00754210"/>
    <w:rsid w:val="0075428A"/>
    <w:rsid w:val="007551C2"/>
    <w:rsid w:val="00755744"/>
    <w:rsid w:val="00757A3E"/>
    <w:rsid w:val="007626FD"/>
    <w:rsid w:val="0076315C"/>
    <w:rsid w:val="007655F7"/>
    <w:rsid w:val="00765BE5"/>
    <w:rsid w:val="00765CF4"/>
    <w:rsid w:val="00766400"/>
    <w:rsid w:val="00766750"/>
    <w:rsid w:val="00766933"/>
    <w:rsid w:val="00767C1D"/>
    <w:rsid w:val="00770158"/>
    <w:rsid w:val="007709BD"/>
    <w:rsid w:val="00770A21"/>
    <w:rsid w:val="0077137B"/>
    <w:rsid w:val="00771471"/>
    <w:rsid w:val="00772558"/>
    <w:rsid w:val="00772EBE"/>
    <w:rsid w:val="00772FD2"/>
    <w:rsid w:val="0077328D"/>
    <w:rsid w:val="00773505"/>
    <w:rsid w:val="00774004"/>
    <w:rsid w:val="00774D7D"/>
    <w:rsid w:val="00775B84"/>
    <w:rsid w:val="0077678C"/>
    <w:rsid w:val="00776D76"/>
    <w:rsid w:val="00777488"/>
    <w:rsid w:val="00780BE3"/>
    <w:rsid w:val="007837A9"/>
    <w:rsid w:val="00783D30"/>
    <w:rsid w:val="007841B7"/>
    <w:rsid w:val="007850B8"/>
    <w:rsid w:val="00786FA5"/>
    <w:rsid w:val="007875E9"/>
    <w:rsid w:val="00790B4C"/>
    <w:rsid w:val="007918C0"/>
    <w:rsid w:val="00791CB3"/>
    <w:rsid w:val="00792341"/>
    <w:rsid w:val="00792BA3"/>
    <w:rsid w:val="00793147"/>
    <w:rsid w:val="00793AB1"/>
    <w:rsid w:val="00794C0D"/>
    <w:rsid w:val="0079549B"/>
    <w:rsid w:val="00795D8E"/>
    <w:rsid w:val="00796336"/>
    <w:rsid w:val="00796799"/>
    <w:rsid w:val="00796BA0"/>
    <w:rsid w:val="00797BF8"/>
    <w:rsid w:val="00797DBF"/>
    <w:rsid w:val="007A06B7"/>
    <w:rsid w:val="007A0B76"/>
    <w:rsid w:val="007A1187"/>
    <w:rsid w:val="007A1C1D"/>
    <w:rsid w:val="007A2D4A"/>
    <w:rsid w:val="007A3592"/>
    <w:rsid w:val="007A3836"/>
    <w:rsid w:val="007A4B5C"/>
    <w:rsid w:val="007A6951"/>
    <w:rsid w:val="007A6D08"/>
    <w:rsid w:val="007A6E0D"/>
    <w:rsid w:val="007A7FC2"/>
    <w:rsid w:val="007B0508"/>
    <w:rsid w:val="007B0B5B"/>
    <w:rsid w:val="007B0EAE"/>
    <w:rsid w:val="007B12F2"/>
    <w:rsid w:val="007B1638"/>
    <w:rsid w:val="007B1F33"/>
    <w:rsid w:val="007B363B"/>
    <w:rsid w:val="007B3691"/>
    <w:rsid w:val="007B3D2A"/>
    <w:rsid w:val="007B506F"/>
    <w:rsid w:val="007B53F8"/>
    <w:rsid w:val="007B557E"/>
    <w:rsid w:val="007B619A"/>
    <w:rsid w:val="007B7773"/>
    <w:rsid w:val="007C11B0"/>
    <w:rsid w:val="007C1FAA"/>
    <w:rsid w:val="007C25EB"/>
    <w:rsid w:val="007C3F90"/>
    <w:rsid w:val="007C43C1"/>
    <w:rsid w:val="007C4BAE"/>
    <w:rsid w:val="007C4E5A"/>
    <w:rsid w:val="007C4E93"/>
    <w:rsid w:val="007D016C"/>
    <w:rsid w:val="007D03B2"/>
    <w:rsid w:val="007D072C"/>
    <w:rsid w:val="007D1976"/>
    <w:rsid w:val="007D1E5D"/>
    <w:rsid w:val="007D269E"/>
    <w:rsid w:val="007D46FF"/>
    <w:rsid w:val="007D513F"/>
    <w:rsid w:val="007D5EDA"/>
    <w:rsid w:val="007D6242"/>
    <w:rsid w:val="007D6962"/>
    <w:rsid w:val="007D6FC3"/>
    <w:rsid w:val="007D7020"/>
    <w:rsid w:val="007E0FC7"/>
    <w:rsid w:val="007E152D"/>
    <w:rsid w:val="007E2012"/>
    <w:rsid w:val="007E2071"/>
    <w:rsid w:val="007E2D6F"/>
    <w:rsid w:val="007E35F2"/>
    <w:rsid w:val="007E3CCC"/>
    <w:rsid w:val="007E4096"/>
    <w:rsid w:val="007E420D"/>
    <w:rsid w:val="007E50A0"/>
    <w:rsid w:val="007E558D"/>
    <w:rsid w:val="007E6015"/>
    <w:rsid w:val="007E6147"/>
    <w:rsid w:val="007E6908"/>
    <w:rsid w:val="007E6D02"/>
    <w:rsid w:val="007E72C8"/>
    <w:rsid w:val="007F0663"/>
    <w:rsid w:val="007F0A48"/>
    <w:rsid w:val="007F0CEB"/>
    <w:rsid w:val="007F17FC"/>
    <w:rsid w:val="007F1DCD"/>
    <w:rsid w:val="007F1F14"/>
    <w:rsid w:val="007F215D"/>
    <w:rsid w:val="007F3716"/>
    <w:rsid w:val="007F4234"/>
    <w:rsid w:val="007F51BA"/>
    <w:rsid w:val="007F54FF"/>
    <w:rsid w:val="007F5BAD"/>
    <w:rsid w:val="007F7545"/>
    <w:rsid w:val="0080017B"/>
    <w:rsid w:val="008003CF"/>
    <w:rsid w:val="0080041D"/>
    <w:rsid w:val="008006CE"/>
    <w:rsid w:val="00800C0E"/>
    <w:rsid w:val="00802868"/>
    <w:rsid w:val="00804778"/>
    <w:rsid w:val="00804B71"/>
    <w:rsid w:val="00804EAF"/>
    <w:rsid w:val="00806A72"/>
    <w:rsid w:val="008101D7"/>
    <w:rsid w:val="00810546"/>
    <w:rsid w:val="00811E62"/>
    <w:rsid w:val="00811F2D"/>
    <w:rsid w:val="00812A97"/>
    <w:rsid w:val="00813CA5"/>
    <w:rsid w:val="008143DF"/>
    <w:rsid w:val="0081480C"/>
    <w:rsid w:val="00814D0C"/>
    <w:rsid w:val="00815FA4"/>
    <w:rsid w:val="00815FA8"/>
    <w:rsid w:val="00817712"/>
    <w:rsid w:val="00817DCF"/>
    <w:rsid w:val="00820ABE"/>
    <w:rsid w:val="0082296E"/>
    <w:rsid w:val="00822DFB"/>
    <w:rsid w:val="00822FF9"/>
    <w:rsid w:val="00823B3A"/>
    <w:rsid w:val="0082523D"/>
    <w:rsid w:val="0082624E"/>
    <w:rsid w:val="008265A6"/>
    <w:rsid w:val="008271C4"/>
    <w:rsid w:val="008272A5"/>
    <w:rsid w:val="00827A6D"/>
    <w:rsid w:val="00827F9B"/>
    <w:rsid w:val="008306D0"/>
    <w:rsid w:val="00830D98"/>
    <w:rsid w:val="00831A0D"/>
    <w:rsid w:val="00831B5B"/>
    <w:rsid w:val="008322B1"/>
    <w:rsid w:val="00832420"/>
    <w:rsid w:val="00834E36"/>
    <w:rsid w:val="00835240"/>
    <w:rsid w:val="008365D6"/>
    <w:rsid w:val="00837125"/>
    <w:rsid w:val="00837DAA"/>
    <w:rsid w:val="00840B28"/>
    <w:rsid w:val="008428CE"/>
    <w:rsid w:val="00842943"/>
    <w:rsid w:val="00842EFD"/>
    <w:rsid w:val="008433A9"/>
    <w:rsid w:val="00843ACF"/>
    <w:rsid w:val="0084425E"/>
    <w:rsid w:val="008448C2"/>
    <w:rsid w:val="008466FA"/>
    <w:rsid w:val="00847829"/>
    <w:rsid w:val="00847FC8"/>
    <w:rsid w:val="00851429"/>
    <w:rsid w:val="00853389"/>
    <w:rsid w:val="0085378A"/>
    <w:rsid w:val="00854C71"/>
    <w:rsid w:val="008554F5"/>
    <w:rsid w:val="00855D31"/>
    <w:rsid w:val="00855E4A"/>
    <w:rsid w:val="0085614C"/>
    <w:rsid w:val="008567EB"/>
    <w:rsid w:val="008576EA"/>
    <w:rsid w:val="00857B67"/>
    <w:rsid w:val="0086056F"/>
    <w:rsid w:val="00860CBA"/>
    <w:rsid w:val="00861249"/>
    <w:rsid w:val="00861377"/>
    <w:rsid w:val="0086171D"/>
    <w:rsid w:val="00861F3B"/>
    <w:rsid w:val="008621C9"/>
    <w:rsid w:val="0086350A"/>
    <w:rsid w:val="008636CF"/>
    <w:rsid w:val="00863C65"/>
    <w:rsid w:val="00864522"/>
    <w:rsid w:val="00865011"/>
    <w:rsid w:val="0086542E"/>
    <w:rsid w:val="00865525"/>
    <w:rsid w:val="00865D52"/>
    <w:rsid w:val="00866280"/>
    <w:rsid w:val="008668F8"/>
    <w:rsid w:val="00867CE7"/>
    <w:rsid w:val="00867FFA"/>
    <w:rsid w:val="0087027E"/>
    <w:rsid w:val="008704B1"/>
    <w:rsid w:val="00870501"/>
    <w:rsid w:val="0087100E"/>
    <w:rsid w:val="008714C7"/>
    <w:rsid w:val="00871E11"/>
    <w:rsid w:val="008721BD"/>
    <w:rsid w:val="008730E4"/>
    <w:rsid w:val="00873567"/>
    <w:rsid w:val="008738F6"/>
    <w:rsid w:val="00874E35"/>
    <w:rsid w:val="00875A99"/>
    <w:rsid w:val="00877254"/>
    <w:rsid w:val="0087779C"/>
    <w:rsid w:val="00877827"/>
    <w:rsid w:val="00877DDB"/>
    <w:rsid w:val="00877DFB"/>
    <w:rsid w:val="00882B15"/>
    <w:rsid w:val="00883615"/>
    <w:rsid w:val="0088362C"/>
    <w:rsid w:val="008849D6"/>
    <w:rsid w:val="00884BC9"/>
    <w:rsid w:val="00886C51"/>
    <w:rsid w:val="00886E9F"/>
    <w:rsid w:val="008871EF"/>
    <w:rsid w:val="008875FD"/>
    <w:rsid w:val="00887784"/>
    <w:rsid w:val="00890170"/>
    <w:rsid w:val="008902F6"/>
    <w:rsid w:val="008905B5"/>
    <w:rsid w:val="008908BA"/>
    <w:rsid w:val="008909DB"/>
    <w:rsid w:val="00890A6E"/>
    <w:rsid w:val="0089107E"/>
    <w:rsid w:val="0089179D"/>
    <w:rsid w:val="0089217E"/>
    <w:rsid w:val="008936C0"/>
    <w:rsid w:val="00893987"/>
    <w:rsid w:val="00894239"/>
    <w:rsid w:val="008943AD"/>
    <w:rsid w:val="008961C4"/>
    <w:rsid w:val="008972C3"/>
    <w:rsid w:val="00897599"/>
    <w:rsid w:val="008A0CCE"/>
    <w:rsid w:val="008A1458"/>
    <w:rsid w:val="008A1C9A"/>
    <w:rsid w:val="008A2AE6"/>
    <w:rsid w:val="008A2AF3"/>
    <w:rsid w:val="008A2C4E"/>
    <w:rsid w:val="008A3060"/>
    <w:rsid w:val="008A30CA"/>
    <w:rsid w:val="008A3584"/>
    <w:rsid w:val="008A3D25"/>
    <w:rsid w:val="008A3FD3"/>
    <w:rsid w:val="008A50A3"/>
    <w:rsid w:val="008A5147"/>
    <w:rsid w:val="008A561D"/>
    <w:rsid w:val="008A59AF"/>
    <w:rsid w:val="008B0948"/>
    <w:rsid w:val="008B0DE2"/>
    <w:rsid w:val="008B1201"/>
    <w:rsid w:val="008B153E"/>
    <w:rsid w:val="008B1616"/>
    <w:rsid w:val="008B2FDF"/>
    <w:rsid w:val="008B49BB"/>
    <w:rsid w:val="008B62D0"/>
    <w:rsid w:val="008B7D4D"/>
    <w:rsid w:val="008C0057"/>
    <w:rsid w:val="008C0298"/>
    <w:rsid w:val="008C0DD1"/>
    <w:rsid w:val="008C17DE"/>
    <w:rsid w:val="008C193A"/>
    <w:rsid w:val="008C1E85"/>
    <w:rsid w:val="008C2792"/>
    <w:rsid w:val="008C2F74"/>
    <w:rsid w:val="008C3316"/>
    <w:rsid w:val="008C338A"/>
    <w:rsid w:val="008C468E"/>
    <w:rsid w:val="008C4EEC"/>
    <w:rsid w:val="008C5D96"/>
    <w:rsid w:val="008C6992"/>
    <w:rsid w:val="008C6E1E"/>
    <w:rsid w:val="008D0AFA"/>
    <w:rsid w:val="008D2253"/>
    <w:rsid w:val="008D2963"/>
    <w:rsid w:val="008D2AC0"/>
    <w:rsid w:val="008D3FFB"/>
    <w:rsid w:val="008D53A1"/>
    <w:rsid w:val="008D53DD"/>
    <w:rsid w:val="008D7007"/>
    <w:rsid w:val="008D788B"/>
    <w:rsid w:val="008D7AE3"/>
    <w:rsid w:val="008D7DE8"/>
    <w:rsid w:val="008E03FF"/>
    <w:rsid w:val="008E1C3B"/>
    <w:rsid w:val="008E2680"/>
    <w:rsid w:val="008E2A18"/>
    <w:rsid w:val="008E2C0E"/>
    <w:rsid w:val="008E43A3"/>
    <w:rsid w:val="008E4CB5"/>
    <w:rsid w:val="008E5D54"/>
    <w:rsid w:val="008E63B4"/>
    <w:rsid w:val="008E71A1"/>
    <w:rsid w:val="008F133F"/>
    <w:rsid w:val="008F1F4C"/>
    <w:rsid w:val="008F2854"/>
    <w:rsid w:val="008F389B"/>
    <w:rsid w:val="008F3EFE"/>
    <w:rsid w:val="008F4838"/>
    <w:rsid w:val="008F574D"/>
    <w:rsid w:val="008F5BC6"/>
    <w:rsid w:val="008F5F04"/>
    <w:rsid w:val="008F5FD9"/>
    <w:rsid w:val="008F666A"/>
    <w:rsid w:val="008F6837"/>
    <w:rsid w:val="008F6E53"/>
    <w:rsid w:val="008F72D3"/>
    <w:rsid w:val="0090150B"/>
    <w:rsid w:val="0090242D"/>
    <w:rsid w:val="009031C5"/>
    <w:rsid w:val="009043C7"/>
    <w:rsid w:val="00904DD7"/>
    <w:rsid w:val="00904FA6"/>
    <w:rsid w:val="009051D2"/>
    <w:rsid w:val="00905CCD"/>
    <w:rsid w:val="009065DA"/>
    <w:rsid w:val="0090689B"/>
    <w:rsid w:val="0090785A"/>
    <w:rsid w:val="009102FD"/>
    <w:rsid w:val="00910A74"/>
    <w:rsid w:val="00911738"/>
    <w:rsid w:val="009133F0"/>
    <w:rsid w:val="00913E41"/>
    <w:rsid w:val="00913E68"/>
    <w:rsid w:val="0091402B"/>
    <w:rsid w:val="00915EC4"/>
    <w:rsid w:val="009160D7"/>
    <w:rsid w:val="00916F6F"/>
    <w:rsid w:val="00917FE0"/>
    <w:rsid w:val="009202AF"/>
    <w:rsid w:val="009203C2"/>
    <w:rsid w:val="0092138C"/>
    <w:rsid w:val="009214CB"/>
    <w:rsid w:val="00921F79"/>
    <w:rsid w:val="00921F90"/>
    <w:rsid w:val="00922FA6"/>
    <w:rsid w:val="00923434"/>
    <w:rsid w:val="0092386B"/>
    <w:rsid w:val="00923D0B"/>
    <w:rsid w:val="0092578E"/>
    <w:rsid w:val="00926A43"/>
    <w:rsid w:val="00927131"/>
    <w:rsid w:val="00927746"/>
    <w:rsid w:val="009277D1"/>
    <w:rsid w:val="009314AC"/>
    <w:rsid w:val="009315F5"/>
    <w:rsid w:val="009316E1"/>
    <w:rsid w:val="00931A3D"/>
    <w:rsid w:val="00931B6F"/>
    <w:rsid w:val="009323A4"/>
    <w:rsid w:val="00933B3E"/>
    <w:rsid w:val="00933C67"/>
    <w:rsid w:val="009367AF"/>
    <w:rsid w:val="009367BD"/>
    <w:rsid w:val="0093697F"/>
    <w:rsid w:val="00936F13"/>
    <w:rsid w:val="00941FC0"/>
    <w:rsid w:val="00942289"/>
    <w:rsid w:val="0094331F"/>
    <w:rsid w:val="0094382D"/>
    <w:rsid w:val="00945ACA"/>
    <w:rsid w:val="0094601F"/>
    <w:rsid w:val="009475BB"/>
    <w:rsid w:val="00947ACC"/>
    <w:rsid w:val="0095161A"/>
    <w:rsid w:val="0095178F"/>
    <w:rsid w:val="00952DD8"/>
    <w:rsid w:val="00952F43"/>
    <w:rsid w:val="00953122"/>
    <w:rsid w:val="00953FC2"/>
    <w:rsid w:val="00954718"/>
    <w:rsid w:val="0095503C"/>
    <w:rsid w:val="00956E78"/>
    <w:rsid w:val="00957086"/>
    <w:rsid w:val="0095778D"/>
    <w:rsid w:val="00960188"/>
    <w:rsid w:val="00960531"/>
    <w:rsid w:val="00960593"/>
    <w:rsid w:val="00961029"/>
    <w:rsid w:val="00961336"/>
    <w:rsid w:val="0096274F"/>
    <w:rsid w:val="00962949"/>
    <w:rsid w:val="00963599"/>
    <w:rsid w:val="009636FB"/>
    <w:rsid w:val="009639FD"/>
    <w:rsid w:val="009645A5"/>
    <w:rsid w:val="00964705"/>
    <w:rsid w:val="00965719"/>
    <w:rsid w:val="0096677D"/>
    <w:rsid w:val="009670CF"/>
    <w:rsid w:val="009671DF"/>
    <w:rsid w:val="009678CD"/>
    <w:rsid w:val="00967AE8"/>
    <w:rsid w:val="00967C08"/>
    <w:rsid w:val="009700CE"/>
    <w:rsid w:val="00970535"/>
    <w:rsid w:val="00972576"/>
    <w:rsid w:val="00972A1A"/>
    <w:rsid w:val="00972C82"/>
    <w:rsid w:val="00972EA9"/>
    <w:rsid w:val="00973383"/>
    <w:rsid w:val="00973698"/>
    <w:rsid w:val="00974BA5"/>
    <w:rsid w:val="0097592C"/>
    <w:rsid w:val="0097643F"/>
    <w:rsid w:val="00977774"/>
    <w:rsid w:val="00980169"/>
    <w:rsid w:val="00980433"/>
    <w:rsid w:val="00981065"/>
    <w:rsid w:val="00981C22"/>
    <w:rsid w:val="00982379"/>
    <w:rsid w:val="009826E9"/>
    <w:rsid w:val="00982B2D"/>
    <w:rsid w:val="00982F0D"/>
    <w:rsid w:val="0098485C"/>
    <w:rsid w:val="00984DDF"/>
    <w:rsid w:val="00984DFF"/>
    <w:rsid w:val="00985220"/>
    <w:rsid w:val="009855A7"/>
    <w:rsid w:val="009862E1"/>
    <w:rsid w:val="0098637F"/>
    <w:rsid w:val="0098718C"/>
    <w:rsid w:val="009904EE"/>
    <w:rsid w:val="00991091"/>
    <w:rsid w:val="009917D7"/>
    <w:rsid w:val="00991DEA"/>
    <w:rsid w:val="00991EE9"/>
    <w:rsid w:val="00992654"/>
    <w:rsid w:val="00993088"/>
    <w:rsid w:val="0099314B"/>
    <w:rsid w:val="00993F63"/>
    <w:rsid w:val="00994BD7"/>
    <w:rsid w:val="00995239"/>
    <w:rsid w:val="00997EF1"/>
    <w:rsid w:val="009A0C59"/>
    <w:rsid w:val="009A1D0B"/>
    <w:rsid w:val="009A1ECE"/>
    <w:rsid w:val="009A2717"/>
    <w:rsid w:val="009A285D"/>
    <w:rsid w:val="009A3313"/>
    <w:rsid w:val="009A4626"/>
    <w:rsid w:val="009A48F7"/>
    <w:rsid w:val="009A5A9D"/>
    <w:rsid w:val="009A6478"/>
    <w:rsid w:val="009A7142"/>
    <w:rsid w:val="009B0D2B"/>
    <w:rsid w:val="009B1639"/>
    <w:rsid w:val="009B2AAE"/>
    <w:rsid w:val="009B2B55"/>
    <w:rsid w:val="009B2ED1"/>
    <w:rsid w:val="009B4845"/>
    <w:rsid w:val="009B4EED"/>
    <w:rsid w:val="009B573D"/>
    <w:rsid w:val="009B64B6"/>
    <w:rsid w:val="009B6F7F"/>
    <w:rsid w:val="009B7202"/>
    <w:rsid w:val="009B732D"/>
    <w:rsid w:val="009C183B"/>
    <w:rsid w:val="009C191C"/>
    <w:rsid w:val="009C1BCF"/>
    <w:rsid w:val="009C3E86"/>
    <w:rsid w:val="009C4134"/>
    <w:rsid w:val="009C423C"/>
    <w:rsid w:val="009C4B91"/>
    <w:rsid w:val="009C5F57"/>
    <w:rsid w:val="009C6144"/>
    <w:rsid w:val="009C64BF"/>
    <w:rsid w:val="009C6E1A"/>
    <w:rsid w:val="009C6E3A"/>
    <w:rsid w:val="009C6E56"/>
    <w:rsid w:val="009C7D59"/>
    <w:rsid w:val="009C7FF3"/>
    <w:rsid w:val="009D2755"/>
    <w:rsid w:val="009D3766"/>
    <w:rsid w:val="009D37D3"/>
    <w:rsid w:val="009D399C"/>
    <w:rsid w:val="009D3A28"/>
    <w:rsid w:val="009D418B"/>
    <w:rsid w:val="009D4EDB"/>
    <w:rsid w:val="009D53FC"/>
    <w:rsid w:val="009D5951"/>
    <w:rsid w:val="009D64B8"/>
    <w:rsid w:val="009D6D4B"/>
    <w:rsid w:val="009D6EC4"/>
    <w:rsid w:val="009D7CCA"/>
    <w:rsid w:val="009E05DA"/>
    <w:rsid w:val="009E11F3"/>
    <w:rsid w:val="009E1507"/>
    <w:rsid w:val="009E61B1"/>
    <w:rsid w:val="009E63A3"/>
    <w:rsid w:val="009E7724"/>
    <w:rsid w:val="009E7767"/>
    <w:rsid w:val="009E794A"/>
    <w:rsid w:val="009E7AC3"/>
    <w:rsid w:val="009F03C3"/>
    <w:rsid w:val="009F0CCC"/>
    <w:rsid w:val="009F1AAF"/>
    <w:rsid w:val="009F2BF8"/>
    <w:rsid w:val="009F3E18"/>
    <w:rsid w:val="009F400B"/>
    <w:rsid w:val="009F4D9C"/>
    <w:rsid w:val="009F5508"/>
    <w:rsid w:val="009F5AFC"/>
    <w:rsid w:val="009F695D"/>
    <w:rsid w:val="009F74C3"/>
    <w:rsid w:val="009F7F30"/>
    <w:rsid w:val="00A00EDA"/>
    <w:rsid w:val="00A013F4"/>
    <w:rsid w:val="00A01CCF"/>
    <w:rsid w:val="00A029D6"/>
    <w:rsid w:val="00A02CE7"/>
    <w:rsid w:val="00A03D04"/>
    <w:rsid w:val="00A05309"/>
    <w:rsid w:val="00A056F8"/>
    <w:rsid w:val="00A05FB1"/>
    <w:rsid w:val="00A062EA"/>
    <w:rsid w:val="00A0657F"/>
    <w:rsid w:val="00A06F47"/>
    <w:rsid w:val="00A0719C"/>
    <w:rsid w:val="00A07511"/>
    <w:rsid w:val="00A077C4"/>
    <w:rsid w:val="00A10FC8"/>
    <w:rsid w:val="00A122FB"/>
    <w:rsid w:val="00A130B2"/>
    <w:rsid w:val="00A13455"/>
    <w:rsid w:val="00A13961"/>
    <w:rsid w:val="00A1485B"/>
    <w:rsid w:val="00A148EB"/>
    <w:rsid w:val="00A15493"/>
    <w:rsid w:val="00A16917"/>
    <w:rsid w:val="00A17F8D"/>
    <w:rsid w:val="00A21CC3"/>
    <w:rsid w:val="00A22752"/>
    <w:rsid w:val="00A22C91"/>
    <w:rsid w:val="00A231E9"/>
    <w:rsid w:val="00A23706"/>
    <w:rsid w:val="00A23727"/>
    <w:rsid w:val="00A238CA"/>
    <w:rsid w:val="00A23DAF"/>
    <w:rsid w:val="00A26728"/>
    <w:rsid w:val="00A27B50"/>
    <w:rsid w:val="00A309EF"/>
    <w:rsid w:val="00A31F2E"/>
    <w:rsid w:val="00A320A2"/>
    <w:rsid w:val="00A32170"/>
    <w:rsid w:val="00A327DA"/>
    <w:rsid w:val="00A32F48"/>
    <w:rsid w:val="00A331EF"/>
    <w:rsid w:val="00A33557"/>
    <w:rsid w:val="00A33B74"/>
    <w:rsid w:val="00A33C14"/>
    <w:rsid w:val="00A34A08"/>
    <w:rsid w:val="00A34E01"/>
    <w:rsid w:val="00A34FA1"/>
    <w:rsid w:val="00A35075"/>
    <w:rsid w:val="00A36B9E"/>
    <w:rsid w:val="00A36F6F"/>
    <w:rsid w:val="00A371D2"/>
    <w:rsid w:val="00A37C4A"/>
    <w:rsid w:val="00A40393"/>
    <w:rsid w:val="00A404A0"/>
    <w:rsid w:val="00A405C2"/>
    <w:rsid w:val="00A40B8D"/>
    <w:rsid w:val="00A412CF"/>
    <w:rsid w:val="00A41B9F"/>
    <w:rsid w:val="00A41DCF"/>
    <w:rsid w:val="00A41EBD"/>
    <w:rsid w:val="00A42879"/>
    <w:rsid w:val="00A42E33"/>
    <w:rsid w:val="00A4302E"/>
    <w:rsid w:val="00A43F3A"/>
    <w:rsid w:val="00A4412E"/>
    <w:rsid w:val="00A452C2"/>
    <w:rsid w:val="00A45F0D"/>
    <w:rsid w:val="00A45FEE"/>
    <w:rsid w:val="00A46AF6"/>
    <w:rsid w:val="00A4701B"/>
    <w:rsid w:val="00A4774E"/>
    <w:rsid w:val="00A47914"/>
    <w:rsid w:val="00A509F9"/>
    <w:rsid w:val="00A50BB0"/>
    <w:rsid w:val="00A50D60"/>
    <w:rsid w:val="00A50E55"/>
    <w:rsid w:val="00A5322A"/>
    <w:rsid w:val="00A5452C"/>
    <w:rsid w:val="00A55D43"/>
    <w:rsid w:val="00A568E3"/>
    <w:rsid w:val="00A56AB8"/>
    <w:rsid w:val="00A576F6"/>
    <w:rsid w:val="00A6034D"/>
    <w:rsid w:val="00A60556"/>
    <w:rsid w:val="00A60C4D"/>
    <w:rsid w:val="00A60F09"/>
    <w:rsid w:val="00A614B5"/>
    <w:rsid w:val="00A61830"/>
    <w:rsid w:val="00A619F3"/>
    <w:rsid w:val="00A62F07"/>
    <w:rsid w:val="00A63270"/>
    <w:rsid w:val="00A6372C"/>
    <w:rsid w:val="00A63F07"/>
    <w:rsid w:val="00A64011"/>
    <w:rsid w:val="00A6498D"/>
    <w:rsid w:val="00A660F2"/>
    <w:rsid w:val="00A661F6"/>
    <w:rsid w:val="00A66222"/>
    <w:rsid w:val="00A66560"/>
    <w:rsid w:val="00A67F55"/>
    <w:rsid w:val="00A705BF"/>
    <w:rsid w:val="00A70851"/>
    <w:rsid w:val="00A70BDB"/>
    <w:rsid w:val="00A712D5"/>
    <w:rsid w:val="00A7132C"/>
    <w:rsid w:val="00A739EC"/>
    <w:rsid w:val="00A75936"/>
    <w:rsid w:val="00A7688A"/>
    <w:rsid w:val="00A77719"/>
    <w:rsid w:val="00A80F77"/>
    <w:rsid w:val="00A81D08"/>
    <w:rsid w:val="00A82AE4"/>
    <w:rsid w:val="00A83ED9"/>
    <w:rsid w:val="00A84C27"/>
    <w:rsid w:val="00A85085"/>
    <w:rsid w:val="00A8513D"/>
    <w:rsid w:val="00A85565"/>
    <w:rsid w:val="00A868FF"/>
    <w:rsid w:val="00A86F19"/>
    <w:rsid w:val="00A87847"/>
    <w:rsid w:val="00A87E4D"/>
    <w:rsid w:val="00A92615"/>
    <w:rsid w:val="00A93B73"/>
    <w:rsid w:val="00A94DCF"/>
    <w:rsid w:val="00A95047"/>
    <w:rsid w:val="00A9545F"/>
    <w:rsid w:val="00A95DA1"/>
    <w:rsid w:val="00A95F19"/>
    <w:rsid w:val="00A964F7"/>
    <w:rsid w:val="00A967D6"/>
    <w:rsid w:val="00A96A6F"/>
    <w:rsid w:val="00A97BA8"/>
    <w:rsid w:val="00AA0105"/>
    <w:rsid w:val="00AA0619"/>
    <w:rsid w:val="00AA0B0D"/>
    <w:rsid w:val="00AA167C"/>
    <w:rsid w:val="00AA170C"/>
    <w:rsid w:val="00AA1D5E"/>
    <w:rsid w:val="00AA2FEF"/>
    <w:rsid w:val="00AA4552"/>
    <w:rsid w:val="00AA538B"/>
    <w:rsid w:val="00AA5A39"/>
    <w:rsid w:val="00AA6484"/>
    <w:rsid w:val="00AA7CD9"/>
    <w:rsid w:val="00AA7E85"/>
    <w:rsid w:val="00AA7F54"/>
    <w:rsid w:val="00AB09DF"/>
    <w:rsid w:val="00AB10CB"/>
    <w:rsid w:val="00AB1743"/>
    <w:rsid w:val="00AB1812"/>
    <w:rsid w:val="00AB3269"/>
    <w:rsid w:val="00AB3FE7"/>
    <w:rsid w:val="00AB4354"/>
    <w:rsid w:val="00AB4A50"/>
    <w:rsid w:val="00AB4DA3"/>
    <w:rsid w:val="00AB5131"/>
    <w:rsid w:val="00AB52AB"/>
    <w:rsid w:val="00AB5B62"/>
    <w:rsid w:val="00AB6482"/>
    <w:rsid w:val="00AB7162"/>
    <w:rsid w:val="00AC0770"/>
    <w:rsid w:val="00AC1C69"/>
    <w:rsid w:val="00AC3137"/>
    <w:rsid w:val="00AC327B"/>
    <w:rsid w:val="00AC3299"/>
    <w:rsid w:val="00AC3856"/>
    <w:rsid w:val="00AC3B72"/>
    <w:rsid w:val="00AC44CF"/>
    <w:rsid w:val="00AC46FD"/>
    <w:rsid w:val="00AC58D5"/>
    <w:rsid w:val="00AC64D1"/>
    <w:rsid w:val="00AC66D5"/>
    <w:rsid w:val="00AC728C"/>
    <w:rsid w:val="00AC7301"/>
    <w:rsid w:val="00AD083E"/>
    <w:rsid w:val="00AD0BC9"/>
    <w:rsid w:val="00AD1B38"/>
    <w:rsid w:val="00AD2CAF"/>
    <w:rsid w:val="00AD2D35"/>
    <w:rsid w:val="00AD2F99"/>
    <w:rsid w:val="00AD3F88"/>
    <w:rsid w:val="00AD4028"/>
    <w:rsid w:val="00AD56F6"/>
    <w:rsid w:val="00AD60CA"/>
    <w:rsid w:val="00AD6748"/>
    <w:rsid w:val="00AD72C5"/>
    <w:rsid w:val="00AD7529"/>
    <w:rsid w:val="00AD7538"/>
    <w:rsid w:val="00AE00A0"/>
    <w:rsid w:val="00AE0756"/>
    <w:rsid w:val="00AE0C15"/>
    <w:rsid w:val="00AE12A9"/>
    <w:rsid w:val="00AE1F69"/>
    <w:rsid w:val="00AE2713"/>
    <w:rsid w:val="00AE3B7B"/>
    <w:rsid w:val="00AE5A6F"/>
    <w:rsid w:val="00AE6DE1"/>
    <w:rsid w:val="00AE6E11"/>
    <w:rsid w:val="00AE705D"/>
    <w:rsid w:val="00AF0321"/>
    <w:rsid w:val="00AF0D10"/>
    <w:rsid w:val="00AF1A1B"/>
    <w:rsid w:val="00AF1EDF"/>
    <w:rsid w:val="00AF2C05"/>
    <w:rsid w:val="00AF308F"/>
    <w:rsid w:val="00AF30AC"/>
    <w:rsid w:val="00AF37CE"/>
    <w:rsid w:val="00AF3839"/>
    <w:rsid w:val="00AF3AE8"/>
    <w:rsid w:val="00AF3B10"/>
    <w:rsid w:val="00AF4324"/>
    <w:rsid w:val="00AF49CC"/>
    <w:rsid w:val="00AF4C92"/>
    <w:rsid w:val="00AF5573"/>
    <w:rsid w:val="00AF5DE8"/>
    <w:rsid w:val="00AF5EBA"/>
    <w:rsid w:val="00AF6222"/>
    <w:rsid w:val="00AF7099"/>
    <w:rsid w:val="00B005EF"/>
    <w:rsid w:val="00B018A9"/>
    <w:rsid w:val="00B01D62"/>
    <w:rsid w:val="00B023B6"/>
    <w:rsid w:val="00B0358B"/>
    <w:rsid w:val="00B0427C"/>
    <w:rsid w:val="00B04953"/>
    <w:rsid w:val="00B05128"/>
    <w:rsid w:val="00B05B6E"/>
    <w:rsid w:val="00B0656E"/>
    <w:rsid w:val="00B06607"/>
    <w:rsid w:val="00B06977"/>
    <w:rsid w:val="00B1005F"/>
    <w:rsid w:val="00B1086C"/>
    <w:rsid w:val="00B11A2E"/>
    <w:rsid w:val="00B11D96"/>
    <w:rsid w:val="00B12E72"/>
    <w:rsid w:val="00B1357F"/>
    <w:rsid w:val="00B1406D"/>
    <w:rsid w:val="00B140A0"/>
    <w:rsid w:val="00B15634"/>
    <w:rsid w:val="00B15C72"/>
    <w:rsid w:val="00B164A7"/>
    <w:rsid w:val="00B171E6"/>
    <w:rsid w:val="00B17C30"/>
    <w:rsid w:val="00B20691"/>
    <w:rsid w:val="00B20C8F"/>
    <w:rsid w:val="00B228E5"/>
    <w:rsid w:val="00B23A83"/>
    <w:rsid w:val="00B23C9B"/>
    <w:rsid w:val="00B23D97"/>
    <w:rsid w:val="00B23F30"/>
    <w:rsid w:val="00B242E9"/>
    <w:rsid w:val="00B24793"/>
    <w:rsid w:val="00B250E8"/>
    <w:rsid w:val="00B25AF2"/>
    <w:rsid w:val="00B25B79"/>
    <w:rsid w:val="00B26B47"/>
    <w:rsid w:val="00B26B4E"/>
    <w:rsid w:val="00B270EC"/>
    <w:rsid w:val="00B27222"/>
    <w:rsid w:val="00B279F0"/>
    <w:rsid w:val="00B308BA"/>
    <w:rsid w:val="00B31145"/>
    <w:rsid w:val="00B31C43"/>
    <w:rsid w:val="00B320AD"/>
    <w:rsid w:val="00B32C08"/>
    <w:rsid w:val="00B330C0"/>
    <w:rsid w:val="00B33196"/>
    <w:rsid w:val="00B3386B"/>
    <w:rsid w:val="00B34EB6"/>
    <w:rsid w:val="00B3533D"/>
    <w:rsid w:val="00B3545F"/>
    <w:rsid w:val="00B35615"/>
    <w:rsid w:val="00B358AF"/>
    <w:rsid w:val="00B3607A"/>
    <w:rsid w:val="00B36B97"/>
    <w:rsid w:val="00B36E45"/>
    <w:rsid w:val="00B37369"/>
    <w:rsid w:val="00B37424"/>
    <w:rsid w:val="00B405B7"/>
    <w:rsid w:val="00B405BA"/>
    <w:rsid w:val="00B40FF4"/>
    <w:rsid w:val="00B41291"/>
    <w:rsid w:val="00B42477"/>
    <w:rsid w:val="00B42A0D"/>
    <w:rsid w:val="00B42D6C"/>
    <w:rsid w:val="00B431EF"/>
    <w:rsid w:val="00B43569"/>
    <w:rsid w:val="00B44091"/>
    <w:rsid w:val="00B44F49"/>
    <w:rsid w:val="00B45D10"/>
    <w:rsid w:val="00B462EF"/>
    <w:rsid w:val="00B466B1"/>
    <w:rsid w:val="00B46951"/>
    <w:rsid w:val="00B47037"/>
    <w:rsid w:val="00B4760C"/>
    <w:rsid w:val="00B47907"/>
    <w:rsid w:val="00B50298"/>
    <w:rsid w:val="00B50EAD"/>
    <w:rsid w:val="00B513E9"/>
    <w:rsid w:val="00B51777"/>
    <w:rsid w:val="00B523C7"/>
    <w:rsid w:val="00B528B7"/>
    <w:rsid w:val="00B53836"/>
    <w:rsid w:val="00B539F8"/>
    <w:rsid w:val="00B54403"/>
    <w:rsid w:val="00B5460B"/>
    <w:rsid w:val="00B55074"/>
    <w:rsid w:val="00B55265"/>
    <w:rsid w:val="00B565DD"/>
    <w:rsid w:val="00B568EC"/>
    <w:rsid w:val="00B60F32"/>
    <w:rsid w:val="00B620EA"/>
    <w:rsid w:val="00B62BBD"/>
    <w:rsid w:val="00B63101"/>
    <w:rsid w:val="00B639D8"/>
    <w:rsid w:val="00B649F8"/>
    <w:rsid w:val="00B65856"/>
    <w:rsid w:val="00B700A0"/>
    <w:rsid w:val="00B70A01"/>
    <w:rsid w:val="00B70CFA"/>
    <w:rsid w:val="00B71E10"/>
    <w:rsid w:val="00B7245A"/>
    <w:rsid w:val="00B7250E"/>
    <w:rsid w:val="00B72A9B"/>
    <w:rsid w:val="00B73ADD"/>
    <w:rsid w:val="00B73F12"/>
    <w:rsid w:val="00B7405A"/>
    <w:rsid w:val="00B75052"/>
    <w:rsid w:val="00B758EA"/>
    <w:rsid w:val="00B75AE2"/>
    <w:rsid w:val="00B75FB1"/>
    <w:rsid w:val="00B76686"/>
    <w:rsid w:val="00B77E44"/>
    <w:rsid w:val="00B80456"/>
    <w:rsid w:val="00B805A2"/>
    <w:rsid w:val="00B80AAE"/>
    <w:rsid w:val="00B81852"/>
    <w:rsid w:val="00B819E7"/>
    <w:rsid w:val="00B82ECF"/>
    <w:rsid w:val="00B83308"/>
    <w:rsid w:val="00B8375A"/>
    <w:rsid w:val="00B838A2"/>
    <w:rsid w:val="00B83A8F"/>
    <w:rsid w:val="00B83B75"/>
    <w:rsid w:val="00B83D64"/>
    <w:rsid w:val="00B83E05"/>
    <w:rsid w:val="00B841A5"/>
    <w:rsid w:val="00B8458E"/>
    <w:rsid w:val="00B84FDA"/>
    <w:rsid w:val="00B8564E"/>
    <w:rsid w:val="00B85D43"/>
    <w:rsid w:val="00B862EB"/>
    <w:rsid w:val="00B86A65"/>
    <w:rsid w:val="00B87D77"/>
    <w:rsid w:val="00B87E7C"/>
    <w:rsid w:val="00B910FA"/>
    <w:rsid w:val="00B91336"/>
    <w:rsid w:val="00B9133F"/>
    <w:rsid w:val="00B915AC"/>
    <w:rsid w:val="00B91D5C"/>
    <w:rsid w:val="00B9222B"/>
    <w:rsid w:val="00B92919"/>
    <w:rsid w:val="00B93BD3"/>
    <w:rsid w:val="00B95001"/>
    <w:rsid w:val="00B951AB"/>
    <w:rsid w:val="00B95517"/>
    <w:rsid w:val="00B9696E"/>
    <w:rsid w:val="00B97284"/>
    <w:rsid w:val="00BA0348"/>
    <w:rsid w:val="00BA18CC"/>
    <w:rsid w:val="00BA1B70"/>
    <w:rsid w:val="00BA2E67"/>
    <w:rsid w:val="00BA3760"/>
    <w:rsid w:val="00BA3980"/>
    <w:rsid w:val="00BA433B"/>
    <w:rsid w:val="00BA48B0"/>
    <w:rsid w:val="00BA4A0C"/>
    <w:rsid w:val="00BA55BB"/>
    <w:rsid w:val="00BA5C5E"/>
    <w:rsid w:val="00BA63D8"/>
    <w:rsid w:val="00BA6787"/>
    <w:rsid w:val="00BA76AA"/>
    <w:rsid w:val="00BA7B45"/>
    <w:rsid w:val="00BB0F86"/>
    <w:rsid w:val="00BB1131"/>
    <w:rsid w:val="00BB1501"/>
    <w:rsid w:val="00BB1B48"/>
    <w:rsid w:val="00BB3696"/>
    <w:rsid w:val="00BB45E7"/>
    <w:rsid w:val="00BB4851"/>
    <w:rsid w:val="00BB4E16"/>
    <w:rsid w:val="00BB4F14"/>
    <w:rsid w:val="00BB4F56"/>
    <w:rsid w:val="00BB5669"/>
    <w:rsid w:val="00BB5DAD"/>
    <w:rsid w:val="00BB657C"/>
    <w:rsid w:val="00BB6B3D"/>
    <w:rsid w:val="00BB6D1A"/>
    <w:rsid w:val="00BB76A2"/>
    <w:rsid w:val="00BB7AD3"/>
    <w:rsid w:val="00BB7B96"/>
    <w:rsid w:val="00BB7C1F"/>
    <w:rsid w:val="00BC1DE7"/>
    <w:rsid w:val="00BC22C0"/>
    <w:rsid w:val="00BC24C7"/>
    <w:rsid w:val="00BC2BD7"/>
    <w:rsid w:val="00BC2CE4"/>
    <w:rsid w:val="00BC2D81"/>
    <w:rsid w:val="00BC2F31"/>
    <w:rsid w:val="00BC30E9"/>
    <w:rsid w:val="00BC324E"/>
    <w:rsid w:val="00BC3737"/>
    <w:rsid w:val="00BC4030"/>
    <w:rsid w:val="00BC5E89"/>
    <w:rsid w:val="00BC6DC1"/>
    <w:rsid w:val="00BC7DDF"/>
    <w:rsid w:val="00BD01AE"/>
    <w:rsid w:val="00BD09A0"/>
    <w:rsid w:val="00BD20CC"/>
    <w:rsid w:val="00BD20D2"/>
    <w:rsid w:val="00BD23D6"/>
    <w:rsid w:val="00BD365C"/>
    <w:rsid w:val="00BD3AEE"/>
    <w:rsid w:val="00BD3FB6"/>
    <w:rsid w:val="00BD5DF2"/>
    <w:rsid w:val="00BD6551"/>
    <w:rsid w:val="00BD7A21"/>
    <w:rsid w:val="00BD7B99"/>
    <w:rsid w:val="00BD7FE7"/>
    <w:rsid w:val="00BE0158"/>
    <w:rsid w:val="00BE020E"/>
    <w:rsid w:val="00BE086D"/>
    <w:rsid w:val="00BE097B"/>
    <w:rsid w:val="00BE0F6E"/>
    <w:rsid w:val="00BE146E"/>
    <w:rsid w:val="00BE14AB"/>
    <w:rsid w:val="00BE1DA7"/>
    <w:rsid w:val="00BE1E3F"/>
    <w:rsid w:val="00BE23D0"/>
    <w:rsid w:val="00BE2C60"/>
    <w:rsid w:val="00BE4D4E"/>
    <w:rsid w:val="00BE59C9"/>
    <w:rsid w:val="00BE7139"/>
    <w:rsid w:val="00BF0294"/>
    <w:rsid w:val="00BF0906"/>
    <w:rsid w:val="00BF109E"/>
    <w:rsid w:val="00BF16C0"/>
    <w:rsid w:val="00BF1AED"/>
    <w:rsid w:val="00BF2F02"/>
    <w:rsid w:val="00BF2F61"/>
    <w:rsid w:val="00BF387A"/>
    <w:rsid w:val="00BF3C2D"/>
    <w:rsid w:val="00BF5FCF"/>
    <w:rsid w:val="00BF68B9"/>
    <w:rsid w:val="00BF6E1A"/>
    <w:rsid w:val="00C005C5"/>
    <w:rsid w:val="00C01052"/>
    <w:rsid w:val="00C02505"/>
    <w:rsid w:val="00C0279E"/>
    <w:rsid w:val="00C05A1E"/>
    <w:rsid w:val="00C05DA9"/>
    <w:rsid w:val="00C061AC"/>
    <w:rsid w:val="00C066DE"/>
    <w:rsid w:val="00C06BAA"/>
    <w:rsid w:val="00C076C3"/>
    <w:rsid w:val="00C1082A"/>
    <w:rsid w:val="00C10A41"/>
    <w:rsid w:val="00C11AF1"/>
    <w:rsid w:val="00C11FC0"/>
    <w:rsid w:val="00C1235D"/>
    <w:rsid w:val="00C12992"/>
    <w:rsid w:val="00C12A7F"/>
    <w:rsid w:val="00C1327D"/>
    <w:rsid w:val="00C1332F"/>
    <w:rsid w:val="00C14ADE"/>
    <w:rsid w:val="00C159DE"/>
    <w:rsid w:val="00C15BBD"/>
    <w:rsid w:val="00C16659"/>
    <w:rsid w:val="00C169D8"/>
    <w:rsid w:val="00C16B2C"/>
    <w:rsid w:val="00C16CC8"/>
    <w:rsid w:val="00C1730F"/>
    <w:rsid w:val="00C20123"/>
    <w:rsid w:val="00C20F9F"/>
    <w:rsid w:val="00C21BEA"/>
    <w:rsid w:val="00C22485"/>
    <w:rsid w:val="00C2294B"/>
    <w:rsid w:val="00C238F2"/>
    <w:rsid w:val="00C240A2"/>
    <w:rsid w:val="00C2448A"/>
    <w:rsid w:val="00C25A39"/>
    <w:rsid w:val="00C25EF6"/>
    <w:rsid w:val="00C26562"/>
    <w:rsid w:val="00C26B78"/>
    <w:rsid w:val="00C270C2"/>
    <w:rsid w:val="00C316F7"/>
    <w:rsid w:val="00C31C4F"/>
    <w:rsid w:val="00C340B0"/>
    <w:rsid w:val="00C34DBD"/>
    <w:rsid w:val="00C34F3E"/>
    <w:rsid w:val="00C354EE"/>
    <w:rsid w:val="00C35922"/>
    <w:rsid w:val="00C35C74"/>
    <w:rsid w:val="00C36BA1"/>
    <w:rsid w:val="00C4096A"/>
    <w:rsid w:val="00C40B30"/>
    <w:rsid w:val="00C410B4"/>
    <w:rsid w:val="00C4134B"/>
    <w:rsid w:val="00C418DF"/>
    <w:rsid w:val="00C428B5"/>
    <w:rsid w:val="00C43817"/>
    <w:rsid w:val="00C448CE"/>
    <w:rsid w:val="00C457E5"/>
    <w:rsid w:val="00C45A24"/>
    <w:rsid w:val="00C45B42"/>
    <w:rsid w:val="00C45CEC"/>
    <w:rsid w:val="00C46387"/>
    <w:rsid w:val="00C4657B"/>
    <w:rsid w:val="00C47D7C"/>
    <w:rsid w:val="00C47FB8"/>
    <w:rsid w:val="00C50902"/>
    <w:rsid w:val="00C5165A"/>
    <w:rsid w:val="00C51CB2"/>
    <w:rsid w:val="00C51D3B"/>
    <w:rsid w:val="00C5391A"/>
    <w:rsid w:val="00C548E0"/>
    <w:rsid w:val="00C54B44"/>
    <w:rsid w:val="00C555D2"/>
    <w:rsid w:val="00C5664A"/>
    <w:rsid w:val="00C57926"/>
    <w:rsid w:val="00C57B0F"/>
    <w:rsid w:val="00C605BA"/>
    <w:rsid w:val="00C60D7E"/>
    <w:rsid w:val="00C6431D"/>
    <w:rsid w:val="00C65412"/>
    <w:rsid w:val="00C65CD0"/>
    <w:rsid w:val="00C662B2"/>
    <w:rsid w:val="00C66CD0"/>
    <w:rsid w:val="00C670D2"/>
    <w:rsid w:val="00C67F31"/>
    <w:rsid w:val="00C702DD"/>
    <w:rsid w:val="00C70AA9"/>
    <w:rsid w:val="00C70C72"/>
    <w:rsid w:val="00C7115F"/>
    <w:rsid w:val="00C71F53"/>
    <w:rsid w:val="00C72098"/>
    <w:rsid w:val="00C721BF"/>
    <w:rsid w:val="00C722A4"/>
    <w:rsid w:val="00C729DB"/>
    <w:rsid w:val="00C7300E"/>
    <w:rsid w:val="00C73337"/>
    <w:rsid w:val="00C736DF"/>
    <w:rsid w:val="00C737B8"/>
    <w:rsid w:val="00C738B7"/>
    <w:rsid w:val="00C73E29"/>
    <w:rsid w:val="00C74697"/>
    <w:rsid w:val="00C74BBB"/>
    <w:rsid w:val="00C751B5"/>
    <w:rsid w:val="00C75959"/>
    <w:rsid w:val="00C75B08"/>
    <w:rsid w:val="00C76F14"/>
    <w:rsid w:val="00C777A0"/>
    <w:rsid w:val="00C80D0E"/>
    <w:rsid w:val="00C81A87"/>
    <w:rsid w:val="00C81AD1"/>
    <w:rsid w:val="00C81E93"/>
    <w:rsid w:val="00C8204B"/>
    <w:rsid w:val="00C82469"/>
    <w:rsid w:val="00C8316A"/>
    <w:rsid w:val="00C8492C"/>
    <w:rsid w:val="00C84D69"/>
    <w:rsid w:val="00C84FE1"/>
    <w:rsid w:val="00C852A3"/>
    <w:rsid w:val="00C85E3A"/>
    <w:rsid w:val="00C8696F"/>
    <w:rsid w:val="00C87456"/>
    <w:rsid w:val="00C900EC"/>
    <w:rsid w:val="00C901F2"/>
    <w:rsid w:val="00C90354"/>
    <w:rsid w:val="00C919E9"/>
    <w:rsid w:val="00C91C33"/>
    <w:rsid w:val="00C9278D"/>
    <w:rsid w:val="00C92931"/>
    <w:rsid w:val="00C933D4"/>
    <w:rsid w:val="00C93A08"/>
    <w:rsid w:val="00C93AB6"/>
    <w:rsid w:val="00C94675"/>
    <w:rsid w:val="00C9588A"/>
    <w:rsid w:val="00C97705"/>
    <w:rsid w:val="00C97DE1"/>
    <w:rsid w:val="00CA0E1D"/>
    <w:rsid w:val="00CA1954"/>
    <w:rsid w:val="00CA1B8E"/>
    <w:rsid w:val="00CA1D3B"/>
    <w:rsid w:val="00CA29D3"/>
    <w:rsid w:val="00CA3C0F"/>
    <w:rsid w:val="00CA4656"/>
    <w:rsid w:val="00CA4976"/>
    <w:rsid w:val="00CA50CC"/>
    <w:rsid w:val="00CA7095"/>
    <w:rsid w:val="00CB01D7"/>
    <w:rsid w:val="00CB0ACB"/>
    <w:rsid w:val="00CB10C3"/>
    <w:rsid w:val="00CB199E"/>
    <w:rsid w:val="00CB2AB8"/>
    <w:rsid w:val="00CB2E27"/>
    <w:rsid w:val="00CB3F9C"/>
    <w:rsid w:val="00CB4C8E"/>
    <w:rsid w:val="00CB6487"/>
    <w:rsid w:val="00CB6630"/>
    <w:rsid w:val="00CB666A"/>
    <w:rsid w:val="00CB6F41"/>
    <w:rsid w:val="00CB78D4"/>
    <w:rsid w:val="00CC0541"/>
    <w:rsid w:val="00CC13B2"/>
    <w:rsid w:val="00CC1EEE"/>
    <w:rsid w:val="00CC20DE"/>
    <w:rsid w:val="00CC3C4B"/>
    <w:rsid w:val="00CC452D"/>
    <w:rsid w:val="00CC5C89"/>
    <w:rsid w:val="00CC609B"/>
    <w:rsid w:val="00CC659F"/>
    <w:rsid w:val="00CD0C1F"/>
    <w:rsid w:val="00CD15CE"/>
    <w:rsid w:val="00CD28CF"/>
    <w:rsid w:val="00CD34B4"/>
    <w:rsid w:val="00CD368A"/>
    <w:rsid w:val="00CD3D0D"/>
    <w:rsid w:val="00CD4051"/>
    <w:rsid w:val="00CD41CC"/>
    <w:rsid w:val="00CD4F20"/>
    <w:rsid w:val="00CD5260"/>
    <w:rsid w:val="00CD562B"/>
    <w:rsid w:val="00CD5C72"/>
    <w:rsid w:val="00CD5E49"/>
    <w:rsid w:val="00CD7396"/>
    <w:rsid w:val="00CD7FE5"/>
    <w:rsid w:val="00CE0090"/>
    <w:rsid w:val="00CE088F"/>
    <w:rsid w:val="00CE09C7"/>
    <w:rsid w:val="00CE10D0"/>
    <w:rsid w:val="00CE2D76"/>
    <w:rsid w:val="00CE329E"/>
    <w:rsid w:val="00CE3461"/>
    <w:rsid w:val="00CE35EB"/>
    <w:rsid w:val="00CE49A8"/>
    <w:rsid w:val="00CE4E2F"/>
    <w:rsid w:val="00CE51B3"/>
    <w:rsid w:val="00CE6CB1"/>
    <w:rsid w:val="00CE7B23"/>
    <w:rsid w:val="00CF06B8"/>
    <w:rsid w:val="00CF16CC"/>
    <w:rsid w:val="00CF1A79"/>
    <w:rsid w:val="00CF2923"/>
    <w:rsid w:val="00CF2E45"/>
    <w:rsid w:val="00CF2F77"/>
    <w:rsid w:val="00CF311C"/>
    <w:rsid w:val="00CF5763"/>
    <w:rsid w:val="00CF67C4"/>
    <w:rsid w:val="00CF6AC6"/>
    <w:rsid w:val="00CF731E"/>
    <w:rsid w:val="00D001BF"/>
    <w:rsid w:val="00D00415"/>
    <w:rsid w:val="00D00B2D"/>
    <w:rsid w:val="00D00D52"/>
    <w:rsid w:val="00D00E35"/>
    <w:rsid w:val="00D01920"/>
    <w:rsid w:val="00D053C0"/>
    <w:rsid w:val="00D06269"/>
    <w:rsid w:val="00D06338"/>
    <w:rsid w:val="00D10162"/>
    <w:rsid w:val="00D11ADC"/>
    <w:rsid w:val="00D12364"/>
    <w:rsid w:val="00D133D5"/>
    <w:rsid w:val="00D13D59"/>
    <w:rsid w:val="00D13FDF"/>
    <w:rsid w:val="00D14819"/>
    <w:rsid w:val="00D14B92"/>
    <w:rsid w:val="00D14D4A"/>
    <w:rsid w:val="00D150F8"/>
    <w:rsid w:val="00D153E8"/>
    <w:rsid w:val="00D15CC2"/>
    <w:rsid w:val="00D15DBA"/>
    <w:rsid w:val="00D16B1E"/>
    <w:rsid w:val="00D16B4C"/>
    <w:rsid w:val="00D1728C"/>
    <w:rsid w:val="00D1746E"/>
    <w:rsid w:val="00D20081"/>
    <w:rsid w:val="00D21111"/>
    <w:rsid w:val="00D23258"/>
    <w:rsid w:val="00D233C5"/>
    <w:rsid w:val="00D23B75"/>
    <w:rsid w:val="00D24CB3"/>
    <w:rsid w:val="00D24FC8"/>
    <w:rsid w:val="00D2632A"/>
    <w:rsid w:val="00D268CD"/>
    <w:rsid w:val="00D27281"/>
    <w:rsid w:val="00D27697"/>
    <w:rsid w:val="00D305C1"/>
    <w:rsid w:val="00D30E30"/>
    <w:rsid w:val="00D31C11"/>
    <w:rsid w:val="00D32D76"/>
    <w:rsid w:val="00D331DD"/>
    <w:rsid w:val="00D33574"/>
    <w:rsid w:val="00D33E27"/>
    <w:rsid w:val="00D35A3E"/>
    <w:rsid w:val="00D36D87"/>
    <w:rsid w:val="00D36F5C"/>
    <w:rsid w:val="00D36F7E"/>
    <w:rsid w:val="00D3721B"/>
    <w:rsid w:val="00D40540"/>
    <w:rsid w:val="00D40912"/>
    <w:rsid w:val="00D40D6C"/>
    <w:rsid w:val="00D40DFD"/>
    <w:rsid w:val="00D425D8"/>
    <w:rsid w:val="00D43108"/>
    <w:rsid w:val="00D43391"/>
    <w:rsid w:val="00D4373F"/>
    <w:rsid w:val="00D448C3"/>
    <w:rsid w:val="00D44A63"/>
    <w:rsid w:val="00D45799"/>
    <w:rsid w:val="00D45F9A"/>
    <w:rsid w:val="00D45FEC"/>
    <w:rsid w:val="00D46A51"/>
    <w:rsid w:val="00D477FD"/>
    <w:rsid w:val="00D50111"/>
    <w:rsid w:val="00D507CF"/>
    <w:rsid w:val="00D50DEB"/>
    <w:rsid w:val="00D511E0"/>
    <w:rsid w:val="00D51374"/>
    <w:rsid w:val="00D51770"/>
    <w:rsid w:val="00D51ACA"/>
    <w:rsid w:val="00D51F73"/>
    <w:rsid w:val="00D529CB"/>
    <w:rsid w:val="00D52D42"/>
    <w:rsid w:val="00D52D7F"/>
    <w:rsid w:val="00D533A7"/>
    <w:rsid w:val="00D53E02"/>
    <w:rsid w:val="00D549B7"/>
    <w:rsid w:val="00D54E1C"/>
    <w:rsid w:val="00D5512F"/>
    <w:rsid w:val="00D56164"/>
    <w:rsid w:val="00D57407"/>
    <w:rsid w:val="00D57761"/>
    <w:rsid w:val="00D579A6"/>
    <w:rsid w:val="00D57E16"/>
    <w:rsid w:val="00D57FD6"/>
    <w:rsid w:val="00D60159"/>
    <w:rsid w:val="00D6100B"/>
    <w:rsid w:val="00D61AF9"/>
    <w:rsid w:val="00D61D3D"/>
    <w:rsid w:val="00D61EB5"/>
    <w:rsid w:val="00D62307"/>
    <w:rsid w:val="00D62382"/>
    <w:rsid w:val="00D62E5D"/>
    <w:rsid w:val="00D62F36"/>
    <w:rsid w:val="00D630F4"/>
    <w:rsid w:val="00D63A34"/>
    <w:rsid w:val="00D63AD5"/>
    <w:rsid w:val="00D63B7B"/>
    <w:rsid w:val="00D6407D"/>
    <w:rsid w:val="00D65652"/>
    <w:rsid w:val="00D66067"/>
    <w:rsid w:val="00D66453"/>
    <w:rsid w:val="00D668F1"/>
    <w:rsid w:val="00D678B1"/>
    <w:rsid w:val="00D7027F"/>
    <w:rsid w:val="00D703FB"/>
    <w:rsid w:val="00D70A8A"/>
    <w:rsid w:val="00D71F5A"/>
    <w:rsid w:val="00D72388"/>
    <w:rsid w:val="00D72668"/>
    <w:rsid w:val="00D726D6"/>
    <w:rsid w:val="00D7318C"/>
    <w:rsid w:val="00D7393B"/>
    <w:rsid w:val="00D73AE5"/>
    <w:rsid w:val="00D73D49"/>
    <w:rsid w:val="00D747DC"/>
    <w:rsid w:val="00D75B1E"/>
    <w:rsid w:val="00D75C1A"/>
    <w:rsid w:val="00D762D2"/>
    <w:rsid w:val="00D76691"/>
    <w:rsid w:val="00D770D7"/>
    <w:rsid w:val="00D800EC"/>
    <w:rsid w:val="00D809CE"/>
    <w:rsid w:val="00D80DF8"/>
    <w:rsid w:val="00D81003"/>
    <w:rsid w:val="00D81596"/>
    <w:rsid w:val="00D81B3E"/>
    <w:rsid w:val="00D82D03"/>
    <w:rsid w:val="00D82F40"/>
    <w:rsid w:val="00D8311B"/>
    <w:rsid w:val="00D8312B"/>
    <w:rsid w:val="00D84D99"/>
    <w:rsid w:val="00D84E43"/>
    <w:rsid w:val="00D85018"/>
    <w:rsid w:val="00D85773"/>
    <w:rsid w:val="00D864E9"/>
    <w:rsid w:val="00D86801"/>
    <w:rsid w:val="00D8681B"/>
    <w:rsid w:val="00D87AF9"/>
    <w:rsid w:val="00D9095A"/>
    <w:rsid w:val="00D90B2A"/>
    <w:rsid w:val="00D9130E"/>
    <w:rsid w:val="00D91B02"/>
    <w:rsid w:val="00D920A1"/>
    <w:rsid w:val="00D9248E"/>
    <w:rsid w:val="00D92FE0"/>
    <w:rsid w:val="00D940FE"/>
    <w:rsid w:val="00D9437B"/>
    <w:rsid w:val="00D951C4"/>
    <w:rsid w:val="00D95B47"/>
    <w:rsid w:val="00D95E2E"/>
    <w:rsid w:val="00D96307"/>
    <w:rsid w:val="00D9703D"/>
    <w:rsid w:val="00DA0256"/>
    <w:rsid w:val="00DA02B7"/>
    <w:rsid w:val="00DA17D6"/>
    <w:rsid w:val="00DA1CAE"/>
    <w:rsid w:val="00DA3608"/>
    <w:rsid w:val="00DA377B"/>
    <w:rsid w:val="00DA55AA"/>
    <w:rsid w:val="00DA5DCE"/>
    <w:rsid w:val="00DA7179"/>
    <w:rsid w:val="00DB065A"/>
    <w:rsid w:val="00DB134C"/>
    <w:rsid w:val="00DB2444"/>
    <w:rsid w:val="00DB26CB"/>
    <w:rsid w:val="00DB3BB8"/>
    <w:rsid w:val="00DB42EE"/>
    <w:rsid w:val="00DB51D2"/>
    <w:rsid w:val="00DB5CAD"/>
    <w:rsid w:val="00DB6615"/>
    <w:rsid w:val="00DB6A93"/>
    <w:rsid w:val="00DB6E18"/>
    <w:rsid w:val="00DB7256"/>
    <w:rsid w:val="00DB7B92"/>
    <w:rsid w:val="00DC0408"/>
    <w:rsid w:val="00DC0532"/>
    <w:rsid w:val="00DC066D"/>
    <w:rsid w:val="00DC0862"/>
    <w:rsid w:val="00DC08C9"/>
    <w:rsid w:val="00DC0C49"/>
    <w:rsid w:val="00DC164D"/>
    <w:rsid w:val="00DC1F49"/>
    <w:rsid w:val="00DC210F"/>
    <w:rsid w:val="00DC2694"/>
    <w:rsid w:val="00DC2DDD"/>
    <w:rsid w:val="00DC40B3"/>
    <w:rsid w:val="00DC504E"/>
    <w:rsid w:val="00DC6EAA"/>
    <w:rsid w:val="00DC741D"/>
    <w:rsid w:val="00DD0232"/>
    <w:rsid w:val="00DD12E0"/>
    <w:rsid w:val="00DD136E"/>
    <w:rsid w:val="00DD15CA"/>
    <w:rsid w:val="00DD15DA"/>
    <w:rsid w:val="00DD2C4E"/>
    <w:rsid w:val="00DD51CB"/>
    <w:rsid w:val="00DD520B"/>
    <w:rsid w:val="00DD6381"/>
    <w:rsid w:val="00DD7EC9"/>
    <w:rsid w:val="00DE0A0A"/>
    <w:rsid w:val="00DE144D"/>
    <w:rsid w:val="00DE1BC7"/>
    <w:rsid w:val="00DE1D8C"/>
    <w:rsid w:val="00DE1E98"/>
    <w:rsid w:val="00DE244A"/>
    <w:rsid w:val="00DE2642"/>
    <w:rsid w:val="00DE2821"/>
    <w:rsid w:val="00DE4073"/>
    <w:rsid w:val="00DE4B4C"/>
    <w:rsid w:val="00DE602B"/>
    <w:rsid w:val="00DE6C39"/>
    <w:rsid w:val="00DF0B78"/>
    <w:rsid w:val="00DF1AF5"/>
    <w:rsid w:val="00DF1B01"/>
    <w:rsid w:val="00DF1E60"/>
    <w:rsid w:val="00DF2041"/>
    <w:rsid w:val="00DF2225"/>
    <w:rsid w:val="00DF274E"/>
    <w:rsid w:val="00DF3546"/>
    <w:rsid w:val="00DF3D38"/>
    <w:rsid w:val="00DF4A88"/>
    <w:rsid w:val="00DF4C6A"/>
    <w:rsid w:val="00DF5137"/>
    <w:rsid w:val="00DF5A01"/>
    <w:rsid w:val="00DF6A9C"/>
    <w:rsid w:val="00DF6CA5"/>
    <w:rsid w:val="00DF6E29"/>
    <w:rsid w:val="00E00876"/>
    <w:rsid w:val="00E01C8A"/>
    <w:rsid w:val="00E01EF3"/>
    <w:rsid w:val="00E0263C"/>
    <w:rsid w:val="00E02A6A"/>
    <w:rsid w:val="00E02B5F"/>
    <w:rsid w:val="00E02EAE"/>
    <w:rsid w:val="00E02FB6"/>
    <w:rsid w:val="00E03B1C"/>
    <w:rsid w:val="00E03CFF"/>
    <w:rsid w:val="00E041F7"/>
    <w:rsid w:val="00E0577E"/>
    <w:rsid w:val="00E05984"/>
    <w:rsid w:val="00E06641"/>
    <w:rsid w:val="00E079B6"/>
    <w:rsid w:val="00E07BD9"/>
    <w:rsid w:val="00E107B9"/>
    <w:rsid w:val="00E10E59"/>
    <w:rsid w:val="00E115A4"/>
    <w:rsid w:val="00E116F9"/>
    <w:rsid w:val="00E11DAD"/>
    <w:rsid w:val="00E11EC4"/>
    <w:rsid w:val="00E1200F"/>
    <w:rsid w:val="00E12094"/>
    <w:rsid w:val="00E12A49"/>
    <w:rsid w:val="00E13AFF"/>
    <w:rsid w:val="00E158D6"/>
    <w:rsid w:val="00E17566"/>
    <w:rsid w:val="00E17CA8"/>
    <w:rsid w:val="00E21274"/>
    <w:rsid w:val="00E226E0"/>
    <w:rsid w:val="00E232AD"/>
    <w:rsid w:val="00E23937"/>
    <w:rsid w:val="00E23A15"/>
    <w:rsid w:val="00E24E50"/>
    <w:rsid w:val="00E257BA"/>
    <w:rsid w:val="00E25C68"/>
    <w:rsid w:val="00E26E13"/>
    <w:rsid w:val="00E27309"/>
    <w:rsid w:val="00E27BBD"/>
    <w:rsid w:val="00E306A0"/>
    <w:rsid w:val="00E3096E"/>
    <w:rsid w:val="00E30B95"/>
    <w:rsid w:val="00E30DE3"/>
    <w:rsid w:val="00E30E24"/>
    <w:rsid w:val="00E3156B"/>
    <w:rsid w:val="00E31AC0"/>
    <w:rsid w:val="00E31AD7"/>
    <w:rsid w:val="00E32708"/>
    <w:rsid w:val="00E32DC4"/>
    <w:rsid w:val="00E32E31"/>
    <w:rsid w:val="00E32E41"/>
    <w:rsid w:val="00E3331D"/>
    <w:rsid w:val="00E3379E"/>
    <w:rsid w:val="00E3572F"/>
    <w:rsid w:val="00E373EE"/>
    <w:rsid w:val="00E37639"/>
    <w:rsid w:val="00E37A72"/>
    <w:rsid w:val="00E403A9"/>
    <w:rsid w:val="00E41015"/>
    <w:rsid w:val="00E41AE1"/>
    <w:rsid w:val="00E422CE"/>
    <w:rsid w:val="00E43011"/>
    <w:rsid w:val="00E43AC6"/>
    <w:rsid w:val="00E452FF"/>
    <w:rsid w:val="00E45F78"/>
    <w:rsid w:val="00E45FA5"/>
    <w:rsid w:val="00E46341"/>
    <w:rsid w:val="00E46955"/>
    <w:rsid w:val="00E46F45"/>
    <w:rsid w:val="00E47BE4"/>
    <w:rsid w:val="00E47DAE"/>
    <w:rsid w:val="00E5034F"/>
    <w:rsid w:val="00E51BA6"/>
    <w:rsid w:val="00E51C2A"/>
    <w:rsid w:val="00E53C70"/>
    <w:rsid w:val="00E53D32"/>
    <w:rsid w:val="00E540FD"/>
    <w:rsid w:val="00E542DF"/>
    <w:rsid w:val="00E54769"/>
    <w:rsid w:val="00E55244"/>
    <w:rsid w:val="00E56DEF"/>
    <w:rsid w:val="00E56E9B"/>
    <w:rsid w:val="00E579C7"/>
    <w:rsid w:val="00E6094C"/>
    <w:rsid w:val="00E6269B"/>
    <w:rsid w:val="00E62E4D"/>
    <w:rsid w:val="00E63789"/>
    <w:rsid w:val="00E65F9B"/>
    <w:rsid w:val="00E6700D"/>
    <w:rsid w:val="00E71B16"/>
    <w:rsid w:val="00E71F4A"/>
    <w:rsid w:val="00E71FCF"/>
    <w:rsid w:val="00E71FDA"/>
    <w:rsid w:val="00E7241B"/>
    <w:rsid w:val="00E731B1"/>
    <w:rsid w:val="00E73278"/>
    <w:rsid w:val="00E732F8"/>
    <w:rsid w:val="00E73655"/>
    <w:rsid w:val="00E75B2F"/>
    <w:rsid w:val="00E75DD4"/>
    <w:rsid w:val="00E75E52"/>
    <w:rsid w:val="00E7605B"/>
    <w:rsid w:val="00E765AA"/>
    <w:rsid w:val="00E774BB"/>
    <w:rsid w:val="00E800E1"/>
    <w:rsid w:val="00E8043B"/>
    <w:rsid w:val="00E80B4D"/>
    <w:rsid w:val="00E80B66"/>
    <w:rsid w:val="00E80FA5"/>
    <w:rsid w:val="00E81F60"/>
    <w:rsid w:val="00E8267F"/>
    <w:rsid w:val="00E83203"/>
    <w:rsid w:val="00E85795"/>
    <w:rsid w:val="00E873E1"/>
    <w:rsid w:val="00E87619"/>
    <w:rsid w:val="00E87733"/>
    <w:rsid w:val="00E911D9"/>
    <w:rsid w:val="00E9134C"/>
    <w:rsid w:val="00E9260A"/>
    <w:rsid w:val="00E93364"/>
    <w:rsid w:val="00E94EDC"/>
    <w:rsid w:val="00E9503E"/>
    <w:rsid w:val="00E9551F"/>
    <w:rsid w:val="00E979DC"/>
    <w:rsid w:val="00EA0659"/>
    <w:rsid w:val="00EA1CD3"/>
    <w:rsid w:val="00EA414F"/>
    <w:rsid w:val="00EA46C6"/>
    <w:rsid w:val="00EA5088"/>
    <w:rsid w:val="00EA5657"/>
    <w:rsid w:val="00EA5702"/>
    <w:rsid w:val="00EA5CE9"/>
    <w:rsid w:val="00EA65F6"/>
    <w:rsid w:val="00EA72AB"/>
    <w:rsid w:val="00EA7441"/>
    <w:rsid w:val="00EA7F42"/>
    <w:rsid w:val="00EB02B5"/>
    <w:rsid w:val="00EB1189"/>
    <w:rsid w:val="00EB15BB"/>
    <w:rsid w:val="00EB211E"/>
    <w:rsid w:val="00EB264C"/>
    <w:rsid w:val="00EB2A06"/>
    <w:rsid w:val="00EB321E"/>
    <w:rsid w:val="00EB3F2B"/>
    <w:rsid w:val="00EB5821"/>
    <w:rsid w:val="00EB66DF"/>
    <w:rsid w:val="00EB7656"/>
    <w:rsid w:val="00EB7978"/>
    <w:rsid w:val="00EC0960"/>
    <w:rsid w:val="00EC25B1"/>
    <w:rsid w:val="00EC2E59"/>
    <w:rsid w:val="00EC34C8"/>
    <w:rsid w:val="00EC3580"/>
    <w:rsid w:val="00EC35A0"/>
    <w:rsid w:val="00EC4A33"/>
    <w:rsid w:val="00EC569F"/>
    <w:rsid w:val="00EC56C1"/>
    <w:rsid w:val="00EC60D6"/>
    <w:rsid w:val="00EC6107"/>
    <w:rsid w:val="00EC657A"/>
    <w:rsid w:val="00EC6C09"/>
    <w:rsid w:val="00EC77C9"/>
    <w:rsid w:val="00ED0718"/>
    <w:rsid w:val="00ED0AA0"/>
    <w:rsid w:val="00ED0B66"/>
    <w:rsid w:val="00ED1107"/>
    <w:rsid w:val="00ED1A82"/>
    <w:rsid w:val="00ED2ACB"/>
    <w:rsid w:val="00ED3329"/>
    <w:rsid w:val="00ED3973"/>
    <w:rsid w:val="00ED3F46"/>
    <w:rsid w:val="00ED48F4"/>
    <w:rsid w:val="00ED4939"/>
    <w:rsid w:val="00ED4F86"/>
    <w:rsid w:val="00ED59BA"/>
    <w:rsid w:val="00ED5A62"/>
    <w:rsid w:val="00ED5B2F"/>
    <w:rsid w:val="00ED5F11"/>
    <w:rsid w:val="00ED672C"/>
    <w:rsid w:val="00ED7022"/>
    <w:rsid w:val="00ED7502"/>
    <w:rsid w:val="00ED7F3E"/>
    <w:rsid w:val="00EE0D94"/>
    <w:rsid w:val="00EE15A3"/>
    <w:rsid w:val="00EE2180"/>
    <w:rsid w:val="00EE2EEC"/>
    <w:rsid w:val="00EE47C4"/>
    <w:rsid w:val="00EE4DC7"/>
    <w:rsid w:val="00EE6F72"/>
    <w:rsid w:val="00EF0523"/>
    <w:rsid w:val="00EF0AAE"/>
    <w:rsid w:val="00EF13C0"/>
    <w:rsid w:val="00EF1539"/>
    <w:rsid w:val="00EF2EC5"/>
    <w:rsid w:val="00EF3FF7"/>
    <w:rsid w:val="00EF4594"/>
    <w:rsid w:val="00EF4A46"/>
    <w:rsid w:val="00EF4D67"/>
    <w:rsid w:val="00EF52EC"/>
    <w:rsid w:val="00EF649F"/>
    <w:rsid w:val="00F0094B"/>
    <w:rsid w:val="00F00B6B"/>
    <w:rsid w:val="00F00D3E"/>
    <w:rsid w:val="00F01D6B"/>
    <w:rsid w:val="00F02670"/>
    <w:rsid w:val="00F03436"/>
    <w:rsid w:val="00F035CF"/>
    <w:rsid w:val="00F04A07"/>
    <w:rsid w:val="00F0550D"/>
    <w:rsid w:val="00F065FA"/>
    <w:rsid w:val="00F06D97"/>
    <w:rsid w:val="00F07CC8"/>
    <w:rsid w:val="00F10C70"/>
    <w:rsid w:val="00F10D35"/>
    <w:rsid w:val="00F1208F"/>
    <w:rsid w:val="00F12AD9"/>
    <w:rsid w:val="00F12D9A"/>
    <w:rsid w:val="00F13E75"/>
    <w:rsid w:val="00F153EB"/>
    <w:rsid w:val="00F156B8"/>
    <w:rsid w:val="00F15C72"/>
    <w:rsid w:val="00F15CFE"/>
    <w:rsid w:val="00F163AA"/>
    <w:rsid w:val="00F17347"/>
    <w:rsid w:val="00F2046A"/>
    <w:rsid w:val="00F20AFF"/>
    <w:rsid w:val="00F2166E"/>
    <w:rsid w:val="00F22137"/>
    <w:rsid w:val="00F23133"/>
    <w:rsid w:val="00F239DD"/>
    <w:rsid w:val="00F23BFD"/>
    <w:rsid w:val="00F23D42"/>
    <w:rsid w:val="00F24DC3"/>
    <w:rsid w:val="00F261E4"/>
    <w:rsid w:val="00F26290"/>
    <w:rsid w:val="00F26F73"/>
    <w:rsid w:val="00F27101"/>
    <w:rsid w:val="00F2753D"/>
    <w:rsid w:val="00F27C1F"/>
    <w:rsid w:val="00F30618"/>
    <w:rsid w:val="00F31629"/>
    <w:rsid w:val="00F328D4"/>
    <w:rsid w:val="00F32F6C"/>
    <w:rsid w:val="00F33484"/>
    <w:rsid w:val="00F344F2"/>
    <w:rsid w:val="00F3578F"/>
    <w:rsid w:val="00F3593C"/>
    <w:rsid w:val="00F365D5"/>
    <w:rsid w:val="00F36BD8"/>
    <w:rsid w:val="00F36F5C"/>
    <w:rsid w:val="00F37C5A"/>
    <w:rsid w:val="00F40079"/>
    <w:rsid w:val="00F411E0"/>
    <w:rsid w:val="00F4122F"/>
    <w:rsid w:val="00F41B52"/>
    <w:rsid w:val="00F42B9D"/>
    <w:rsid w:val="00F43F66"/>
    <w:rsid w:val="00F4422B"/>
    <w:rsid w:val="00F443BB"/>
    <w:rsid w:val="00F44662"/>
    <w:rsid w:val="00F46229"/>
    <w:rsid w:val="00F46695"/>
    <w:rsid w:val="00F477E1"/>
    <w:rsid w:val="00F502CC"/>
    <w:rsid w:val="00F50325"/>
    <w:rsid w:val="00F5075B"/>
    <w:rsid w:val="00F50CFE"/>
    <w:rsid w:val="00F52358"/>
    <w:rsid w:val="00F54048"/>
    <w:rsid w:val="00F56165"/>
    <w:rsid w:val="00F57163"/>
    <w:rsid w:val="00F57600"/>
    <w:rsid w:val="00F57E27"/>
    <w:rsid w:val="00F6261B"/>
    <w:rsid w:val="00F62835"/>
    <w:rsid w:val="00F6573B"/>
    <w:rsid w:val="00F66411"/>
    <w:rsid w:val="00F66CF5"/>
    <w:rsid w:val="00F66EAA"/>
    <w:rsid w:val="00F7174E"/>
    <w:rsid w:val="00F7243E"/>
    <w:rsid w:val="00F728EA"/>
    <w:rsid w:val="00F744FA"/>
    <w:rsid w:val="00F74ADA"/>
    <w:rsid w:val="00F74DDB"/>
    <w:rsid w:val="00F76035"/>
    <w:rsid w:val="00F76258"/>
    <w:rsid w:val="00F768C3"/>
    <w:rsid w:val="00F802AA"/>
    <w:rsid w:val="00F80D49"/>
    <w:rsid w:val="00F80FCD"/>
    <w:rsid w:val="00F81051"/>
    <w:rsid w:val="00F83475"/>
    <w:rsid w:val="00F83501"/>
    <w:rsid w:val="00F84291"/>
    <w:rsid w:val="00F84735"/>
    <w:rsid w:val="00F84DD8"/>
    <w:rsid w:val="00F86945"/>
    <w:rsid w:val="00F87041"/>
    <w:rsid w:val="00F90596"/>
    <w:rsid w:val="00F906A5"/>
    <w:rsid w:val="00F90D97"/>
    <w:rsid w:val="00F91339"/>
    <w:rsid w:val="00F92FA0"/>
    <w:rsid w:val="00F932FE"/>
    <w:rsid w:val="00F93433"/>
    <w:rsid w:val="00F94309"/>
    <w:rsid w:val="00F966BA"/>
    <w:rsid w:val="00F97157"/>
    <w:rsid w:val="00FA0F16"/>
    <w:rsid w:val="00FA19F0"/>
    <w:rsid w:val="00FA1E37"/>
    <w:rsid w:val="00FA2280"/>
    <w:rsid w:val="00FA3888"/>
    <w:rsid w:val="00FA625E"/>
    <w:rsid w:val="00FA6E03"/>
    <w:rsid w:val="00FA72AE"/>
    <w:rsid w:val="00FB0760"/>
    <w:rsid w:val="00FB1179"/>
    <w:rsid w:val="00FB1644"/>
    <w:rsid w:val="00FB1CFD"/>
    <w:rsid w:val="00FB28A5"/>
    <w:rsid w:val="00FB3BAC"/>
    <w:rsid w:val="00FB5A8A"/>
    <w:rsid w:val="00FB5C09"/>
    <w:rsid w:val="00FB609C"/>
    <w:rsid w:val="00FB60FB"/>
    <w:rsid w:val="00FB74E3"/>
    <w:rsid w:val="00FC0C19"/>
    <w:rsid w:val="00FC0CC8"/>
    <w:rsid w:val="00FC0ED8"/>
    <w:rsid w:val="00FC111C"/>
    <w:rsid w:val="00FC23FA"/>
    <w:rsid w:val="00FC2FF1"/>
    <w:rsid w:val="00FC3233"/>
    <w:rsid w:val="00FC3979"/>
    <w:rsid w:val="00FC4700"/>
    <w:rsid w:val="00FC475E"/>
    <w:rsid w:val="00FC545E"/>
    <w:rsid w:val="00FC584C"/>
    <w:rsid w:val="00FC5BB9"/>
    <w:rsid w:val="00FC7882"/>
    <w:rsid w:val="00FD0033"/>
    <w:rsid w:val="00FD0479"/>
    <w:rsid w:val="00FD055B"/>
    <w:rsid w:val="00FD0E8A"/>
    <w:rsid w:val="00FD0ED8"/>
    <w:rsid w:val="00FD192B"/>
    <w:rsid w:val="00FD1BE9"/>
    <w:rsid w:val="00FD1D27"/>
    <w:rsid w:val="00FD26D9"/>
    <w:rsid w:val="00FD4020"/>
    <w:rsid w:val="00FD5E8B"/>
    <w:rsid w:val="00FD667A"/>
    <w:rsid w:val="00FD7091"/>
    <w:rsid w:val="00FD73A2"/>
    <w:rsid w:val="00FD7BE7"/>
    <w:rsid w:val="00FE030E"/>
    <w:rsid w:val="00FE14D5"/>
    <w:rsid w:val="00FE1A72"/>
    <w:rsid w:val="00FE2F3D"/>
    <w:rsid w:val="00FE3421"/>
    <w:rsid w:val="00FE5126"/>
    <w:rsid w:val="00FE5267"/>
    <w:rsid w:val="00FE6444"/>
    <w:rsid w:val="00FE6745"/>
    <w:rsid w:val="00FE6F3C"/>
    <w:rsid w:val="00FE741F"/>
    <w:rsid w:val="00FE77DC"/>
    <w:rsid w:val="00FF0EC6"/>
    <w:rsid w:val="00FF1F13"/>
    <w:rsid w:val="00FF2EF9"/>
    <w:rsid w:val="00FF5D0A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954"/>
    <w:pPr>
      <w:spacing w:after="200" w:line="276" w:lineRule="auto"/>
    </w:pPr>
    <w:rPr>
      <w:lang w:val="el-G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65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26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656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6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6562"/>
    <w:rPr>
      <w:rFonts w:cs="Times New Roman"/>
    </w:rPr>
  </w:style>
  <w:style w:type="paragraph" w:styleId="ListParagraph">
    <w:name w:val="List Paragraph"/>
    <w:basedOn w:val="Normal"/>
    <w:uiPriority w:val="99"/>
    <w:qFormat/>
    <w:rsid w:val="0052189F"/>
    <w:pPr>
      <w:ind w:left="720"/>
      <w:contextualSpacing/>
    </w:pPr>
  </w:style>
  <w:style w:type="table" w:styleId="TableGrid">
    <w:name w:val="Table Grid"/>
    <w:basedOn w:val="TableNormal"/>
    <w:uiPriority w:val="99"/>
    <w:rsid w:val="00A95DA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67C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l-GR" w:eastAsia="el-GR"/>
    </w:rPr>
  </w:style>
  <w:style w:type="character" w:styleId="Hyperlink">
    <w:name w:val="Hyperlink"/>
    <w:basedOn w:val="DefaultParagraphFont"/>
    <w:uiPriority w:val="99"/>
    <w:rsid w:val="00767C1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67C1D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para">
    <w:name w:val="para"/>
    <w:basedOn w:val="Normal"/>
    <w:next w:val="Normal"/>
    <w:uiPriority w:val="99"/>
    <w:rsid w:val="00070AFD"/>
    <w:pPr>
      <w:autoSpaceDE w:val="0"/>
      <w:autoSpaceDN w:val="0"/>
      <w:adjustRightInd w:val="0"/>
      <w:spacing w:after="0" w:line="240" w:lineRule="auto"/>
    </w:pPr>
    <w:rPr>
      <w:rFonts w:ascii="BBACGL+BookAntiqua" w:hAnsi="BBACGL+BookAntiqua"/>
      <w:sz w:val="24"/>
      <w:szCs w:val="24"/>
    </w:rPr>
  </w:style>
  <w:style w:type="paragraph" w:customStyle="1" w:styleId="tpara">
    <w:name w:val="t_para"/>
    <w:basedOn w:val="Default"/>
    <w:next w:val="Default"/>
    <w:uiPriority w:val="99"/>
    <w:rsid w:val="00070AFD"/>
    <w:rPr>
      <w:rFonts w:ascii="HONDKP+BookAntiqua" w:eastAsia="Calibri" w:hAnsi="HONDKP+BookAntiqua" w:cs="Times New Roman"/>
      <w:color w:val="auto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C7301"/>
    <w:pPr>
      <w:spacing w:after="0" w:line="240" w:lineRule="auto"/>
      <w:ind w:firstLine="567"/>
    </w:pPr>
    <w:rPr>
      <w:rFonts w:ascii="Times New Roman" w:eastAsia="Times New Roman" w:hAnsi="Times New Roman"/>
      <w:sz w:val="26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7301"/>
    <w:rPr>
      <w:rFonts w:ascii="Times New Roman" w:hAnsi="Times New Roman" w:cs="Times New Roman"/>
      <w:sz w:val="20"/>
      <w:szCs w:val="20"/>
      <w:lang w:eastAsia="el-GR"/>
    </w:rPr>
  </w:style>
  <w:style w:type="character" w:styleId="FollowedHyperlink">
    <w:name w:val="FollowedHyperlink"/>
    <w:basedOn w:val="DefaultParagraphFont"/>
    <w:uiPriority w:val="99"/>
    <w:semiHidden/>
    <w:rsid w:val="004E3B05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rsid w:val="00337E8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379</TotalTime>
  <Pages>1</Pages>
  <Words>175</Words>
  <Characters>998</Characters>
  <Application>Microsoft Office Outlook</Application>
  <DocSecurity>0</DocSecurity>
  <Lines>0</Lines>
  <Paragraphs>0</Paragraphs>
  <ScaleCrop>false</ScaleCrop>
  <Company>Φακούδης Ευάγγελος – Γυμνάσιο Σουφλίου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PSYCHARIS GEORGE</cp:lastModifiedBy>
  <cp:revision>18</cp:revision>
  <cp:lastPrinted>2011-11-07T19:36:00Z</cp:lastPrinted>
  <dcterms:created xsi:type="dcterms:W3CDTF">2012-02-14T13:39:00Z</dcterms:created>
  <dcterms:modified xsi:type="dcterms:W3CDTF">2012-04-09T09:12:00Z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